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9CD9" w14:textId="77777777" w:rsidR="00D30D72" w:rsidRDefault="0031787A" w:rsidP="00E33F32">
      <w:pPr>
        <w:pStyle w:val="Titul1"/>
      </w:pPr>
      <w:r>
        <w:t>P</w:t>
      </w:r>
      <w:r w:rsidR="00E33F32">
        <w:t>říloha k</w:t>
      </w:r>
      <w:r w:rsidR="009A1658">
        <w:t> </w:t>
      </w:r>
      <w:r w:rsidR="00E33F32">
        <w:t>nabídce</w:t>
      </w:r>
    </w:p>
    <w:p w14:paraId="441DFC96" w14:textId="77777777" w:rsidR="009A1658" w:rsidRPr="0017695A" w:rsidRDefault="009A1658" w:rsidP="009A1658">
      <w:pPr>
        <w:pStyle w:val="Titul2"/>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EndPr>
        <w:rPr>
          <w:rStyle w:val="Standardnpsmoodstavce"/>
        </w:rPr>
      </w:sdtEndPr>
      <w:sdtContent>
        <w:p w14:paraId="4D6FD278" w14:textId="77777777" w:rsidR="00B172EC" w:rsidRPr="0017695A" w:rsidRDefault="00FE7ED1" w:rsidP="00352421">
          <w:pPr>
            <w:pStyle w:val="Titul2"/>
          </w:pPr>
          <w:r w:rsidRPr="004970F2">
            <w:rPr>
              <w:rStyle w:val="Nzevakce"/>
              <w:b/>
            </w:rPr>
            <w:t>„</w:t>
          </w:r>
          <w:r w:rsidR="00286933" w:rsidRPr="004970F2">
            <w:rPr>
              <w:rStyle w:val="Nzevakce"/>
              <w:b/>
            </w:rPr>
            <w:t>ETCS Beroun - Plzeň</w:t>
          </w:r>
          <w:r w:rsidRPr="004970F2">
            <w:rPr>
              <w:rStyle w:val="Nzevakce"/>
              <w:b/>
            </w:rPr>
            <w:t>“</w:t>
          </w:r>
        </w:p>
      </w:sdtContent>
    </w:sdt>
    <w:p w14:paraId="55EA267A"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2D2EAD8"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40880FC0" w14:textId="77777777" w:rsidR="00C96E7C" w:rsidRDefault="00C96E7C" w:rsidP="00E33F32">
      <w:pPr>
        <w:pStyle w:val="Nadpisbezsl1-2"/>
      </w:pPr>
      <w:proofErr w:type="gramStart"/>
      <w:r>
        <w:t>1.1.2.2  Název</w:t>
      </w:r>
      <w:proofErr w:type="gramEnd"/>
      <w:r w:rsidR="00582C15">
        <w:t xml:space="preserve"> a </w:t>
      </w:r>
      <w:r w:rsidRPr="00E33F32">
        <w:t>adresa</w:t>
      </w:r>
      <w:r>
        <w:t xml:space="preserve"> Objednatele</w:t>
      </w:r>
    </w:p>
    <w:p w14:paraId="3ED103D4" w14:textId="77777777" w:rsidR="00C96E7C" w:rsidRPr="00C96E7C" w:rsidRDefault="00C96E7C" w:rsidP="00C732F0">
      <w:pPr>
        <w:pStyle w:val="Bezmezer"/>
        <w:jc w:val="both"/>
        <w:rPr>
          <w:b/>
        </w:rPr>
      </w:pPr>
      <w:r w:rsidRPr="00C96E7C">
        <w:rPr>
          <w:b/>
        </w:rPr>
        <w:t>Správa železniční dopravní cesty, státní organizace</w:t>
      </w:r>
    </w:p>
    <w:p w14:paraId="738CB600" w14:textId="77777777" w:rsidR="00C96E7C" w:rsidRDefault="00C96E7C" w:rsidP="00C732F0">
      <w:pPr>
        <w:pStyle w:val="Bezmezer"/>
        <w:jc w:val="both"/>
      </w:pPr>
      <w:r>
        <w:t xml:space="preserve">se sídlem: Dlážděná 1003/7, 110 00 Praha 1 - Nové Město </w:t>
      </w:r>
    </w:p>
    <w:p w14:paraId="782F23F8" w14:textId="77777777" w:rsidR="00C96E7C" w:rsidRDefault="00C96E7C" w:rsidP="00C732F0">
      <w:pPr>
        <w:pStyle w:val="Bezmezer"/>
        <w:jc w:val="both"/>
      </w:pPr>
      <w:r>
        <w:t>IČO: 70994234 DIČ: CZ70994234</w:t>
      </w:r>
    </w:p>
    <w:p w14:paraId="4383D89B"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3419815C" w14:textId="77777777" w:rsidR="00C96E7C" w:rsidRDefault="00C96E7C" w:rsidP="00C732F0">
      <w:pPr>
        <w:pStyle w:val="Bezmezer"/>
        <w:jc w:val="both"/>
      </w:pPr>
      <w:r>
        <w:t>spisová značka A 48384</w:t>
      </w:r>
    </w:p>
    <w:p w14:paraId="51847219" w14:textId="77777777" w:rsidR="00C96E7C" w:rsidRDefault="00C96E7C" w:rsidP="00E33F32">
      <w:pPr>
        <w:pStyle w:val="Nadpisbezsl1-2"/>
      </w:pPr>
      <w:proofErr w:type="gramStart"/>
      <w:r>
        <w:t>1.1.2.3  Název</w:t>
      </w:r>
      <w:proofErr w:type="gramEnd"/>
      <w:r w:rsidR="00582C15">
        <w:t xml:space="preserve"> a </w:t>
      </w:r>
      <w:r>
        <w:t>adresa Zhotovitele</w:t>
      </w:r>
    </w:p>
    <w:p w14:paraId="611A1474" w14:textId="77777777" w:rsidR="00C96E7C" w:rsidRDefault="00C96E7C" w:rsidP="005B7883">
      <w:pPr>
        <w:pStyle w:val="Textbezodsazen"/>
      </w:pPr>
      <w:r w:rsidRPr="00C96E7C">
        <w:rPr>
          <w:highlight w:val="yellow"/>
        </w:rPr>
        <w:t>VLOŽÍ ZHOTOVITEL</w:t>
      </w:r>
    </w:p>
    <w:p w14:paraId="408F8B25" w14:textId="77777777" w:rsidR="00C96E7C" w:rsidRDefault="00C96E7C" w:rsidP="00E33F32">
      <w:pPr>
        <w:pStyle w:val="Nadpisbezsl1-2"/>
      </w:pPr>
      <w:proofErr w:type="gramStart"/>
      <w:r>
        <w:t>1.1.2.4  Jméno</w:t>
      </w:r>
      <w:proofErr w:type="gramEnd"/>
      <w:r>
        <w:t xml:space="preserve"> (název)</w:t>
      </w:r>
      <w:r w:rsidR="00582C15">
        <w:t xml:space="preserve"> a </w:t>
      </w:r>
      <w:r>
        <w:t>adresa Správce stavby</w:t>
      </w:r>
    </w:p>
    <w:p w14:paraId="5DD9DE96" w14:textId="77777777" w:rsidR="00E41FC0" w:rsidRPr="004970F2" w:rsidRDefault="00E41FC0" w:rsidP="00E41FC0">
      <w:pPr>
        <w:pStyle w:val="Bezmezer"/>
        <w:jc w:val="both"/>
      </w:pPr>
      <w:r w:rsidRPr="004970F2">
        <w:t>Ing. Jan Kokeš</w:t>
      </w:r>
    </w:p>
    <w:p w14:paraId="0A3CF9A9" w14:textId="77777777" w:rsidR="00E41FC0" w:rsidRPr="004970F2" w:rsidRDefault="00E41FC0" w:rsidP="00E41FC0">
      <w:pPr>
        <w:pStyle w:val="Bezmezer"/>
        <w:jc w:val="both"/>
      </w:pPr>
      <w:r w:rsidRPr="004970F2">
        <w:t>Správa železniční dopravní cesty, státní organizace</w:t>
      </w:r>
    </w:p>
    <w:p w14:paraId="604281B7" w14:textId="77777777" w:rsidR="00E41FC0" w:rsidRPr="004970F2" w:rsidRDefault="00E41FC0" w:rsidP="00E41FC0">
      <w:pPr>
        <w:pStyle w:val="Bezmezer"/>
        <w:jc w:val="both"/>
      </w:pPr>
      <w:r w:rsidRPr="004970F2">
        <w:t xml:space="preserve">Stavební správa západ, </w:t>
      </w:r>
    </w:p>
    <w:p w14:paraId="72772198" w14:textId="77777777" w:rsidR="00E41FC0" w:rsidRPr="004970F2" w:rsidRDefault="00E41FC0" w:rsidP="00E41FC0">
      <w:pPr>
        <w:pStyle w:val="Bezmezer"/>
        <w:jc w:val="both"/>
      </w:pPr>
      <w:r w:rsidRPr="004970F2">
        <w:t xml:space="preserve">Sokolovská 278/1955, </w:t>
      </w:r>
    </w:p>
    <w:p w14:paraId="5F50B56F" w14:textId="77777777" w:rsidR="00E41FC0" w:rsidRPr="004970F2" w:rsidRDefault="00E41FC0" w:rsidP="00E41FC0">
      <w:pPr>
        <w:pStyle w:val="Bezmezer"/>
        <w:jc w:val="both"/>
      </w:pPr>
      <w:r w:rsidRPr="004970F2">
        <w:t>190 00 Praha 9 - Libeň</w:t>
      </w:r>
    </w:p>
    <w:p w14:paraId="364D4ED9" w14:textId="77777777" w:rsidR="00C96E7C" w:rsidRDefault="00C96E7C" w:rsidP="00E33F32">
      <w:pPr>
        <w:pStyle w:val="Nadpisbezsl1-2"/>
      </w:pPr>
      <w:proofErr w:type="gramStart"/>
      <w:r>
        <w:t>1.1.4.</w:t>
      </w:r>
      <w:r w:rsidRPr="002B06D2">
        <w:t>1</w:t>
      </w:r>
      <w:r w:rsidR="00730A60" w:rsidRPr="002B06D2">
        <w:t>7</w:t>
      </w:r>
      <w:r w:rsidRPr="002B06D2">
        <w:t xml:space="preserve"> </w:t>
      </w:r>
      <w:r>
        <w:t xml:space="preserve"> Faktura</w:t>
      </w:r>
      <w:proofErr w:type="gramEnd"/>
    </w:p>
    <w:p w14:paraId="4ED6A768" w14:textId="77777777"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1BE1330D" w14:textId="77777777" w:rsidR="00C96E7C" w:rsidRPr="005B7883" w:rsidRDefault="00C96E7C" w:rsidP="005D168C">
      <w:pPr>
        <w:pStyle w:val="Odstavec1-1a"/>
      </w:pPr>
      <w:r w:rsidRPr="005B7883">
        <w:t>Soupis zjišťovacích protokolů,</w:t>
      </w:r>
    </w:p>
    <w:p w14:paraId="29702D46" w14:textId="77777777" w:rsidR="00C96E7C" w:rsidRPr="005B7883" w:rsidRDefault="00C96E7C" w:rsidP="005D168C">
      <w:pPr>
        <w:pStyle w:val="Odstavec1-1a"/>
      </w:pPr>
      <w:r w:rsidRPr="005B7883">
        <w:t>Zjišťovací protokoly,</w:t>
      </w:r>
    </w:p>
    <w:p w14:paraId="4F85AF12" w14:textId="77777777" w:rsidR="00C96E7C" w:rsidRDefault="00C96E7C" w:rsidP="005D168C">
      <w:pPr>
        <w:pStyle w:val="Odstavec1-1a"/>
      </w:pPr>
      <w:r w:rsidRPr="005B7883">
        <w:t>Správcem</w:t>
      </w:r>
      <w:r>
        <w:t xml:space="preserve"> stavby odsouhlasený soupis provedených prací.</w:t>
      </w:r>
    </w:p>
    <w:p w14:paraId="569A1ACE"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710345CC" w14:textId="77777777" w:rsidR="00C96E7C" w:rsidRDefault="00C96E7C" w:rsidP="00E33F32">
      <w:pPr>
        <w:pStyle w:val="Nadpisbezsl1-2"/>
      </w:pPr>
      <w:proofErr w:type="gramStart"/>
      <w:r>
        <w:lastRenderedPageBreak/>
        <w:t>1.1.5.6  Definice</w:t>
      </w:r>
      <w:proofErr w:type="gramEnd"/>
      <w:r>
        <w:t xml:space="preserve"> sekcí </w:t>
      </w:r>
    </w:p>
    <w:p w14:paraId="259991B5" w14:textId="77777777" w:rsidR="00E41FC0" w:rsidRPr="004970F2" w:rsidRDefault="00E41FC0" w:rsidP="00E41FC0">
      <w:pPr>
        <w:pStyle w:val="Bezmezer"/>
        <w:jc w:val="both"/>
      </w:pPr>
      <w:r w:rsidRPr="004970F2">
        <w:t>Sekce nejsou specifikovány.</w:t>
      </w:r>
    </w:p>
    <w:p w14:paraId="0F778421" w14:textId="77777777" w:rsidR="00E41EEA" w:rsidRDefault="00E41EEA" w:rsidP="00C732F0">
      <w:pPr>
        <w:pStyle w:val="Bezmezer"/>
        <w:jc w:val="both"/>
      </w:pPr>
    </w:p>
    <w:p w14:paraId="7714A261" w14:textId="77777777" w:rsidR="00C96E7C" w:rsidRDefault="00C96E7C" w:rsidP="00E33F32">
      <w:pPr>
        <w:pStyle w:val="Nadpisbezsl1-2"/>
      </w:pPr>
      <w:proofErr w:type="gramStart"/>
      <w:r>
        <w:t>1.3  Elektronické</w:t>
      </w:r>
      <w:proofErr w:type="gramEnd"/>
      <w:r>
        <w:t xml:space="preserve"> přenosové systémy</w:t>
      </w:r>
    </w:p>
    <w:p w14:paraId="6DA64C83"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E41FC0">
        <w:rPr>
          <w:color w:val="0000FF"/>
        </w:rPr>
        <w:t>uccchjm</w:t>
      </w:r>
      <w:proofErr w:type="spellEnd"/>
      <w:r w:rsidR="00E41FC0">
        <w:rPr>
          <w:color w:val="0000FF"/>
        </w:rPr>
        <w:t xml:space="preserve"> </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1FD21F60" w14:textId="77777777" w:rsidR="00C96E7C" w:rsidRDefault="00C96E7C" w:rsidP="00E33F32">
      <w:pPr>
        <w:pStyle w:val="Nadpisbezsl1-2"/>
      </w:pPr>
      <w:r>
        <w:t>1.4</w:t>
      </w:r>
      <w:r w:rsidR="005D168C">
        <w:t xml:space="preserve">  </w:t>
      </w:r>
      <w:r w:rsidR="005D168C">
        <w:tab/>
      </w:r>
      <w:r>
        <w:t>Rozhodné právo</w:t>
      </w:r>
      <w:r w:rsidR="005D168C">
        <w:t xml:space="preserve"> </w:t>
      </w:r>
    </w:p>
    <w:p w14:paraId="5B0A5AFF" w14:textId="77777777" w:rsidR="00C96E7C" w:rsidRDefault="00C96E7C" w:rsidP="005D168C">
      <w:pPr>
        <w:pStyle w:val="Textbezodsazen"/>
      </w:pPr>
      <w:r>
        <w:t>Smlouva se řídí českým právem.</w:t>
      </w:r>
    </w:p>
    <w:p w14:paraId="3751E086" w14:textId="77777777" w:rsidR="00C96E7C" w:rsidRDefault="00C96E7C" w:rsidP="00E33F32">
      <w:pPr>
        <w:pStyle w:val="Nadpisbezsl1-2"/>
      </w:pPr>
      <w:r>
        <w:t xml:space="preserve">1.4  </w:t>
      </w:r>
      <w:r w:rsidR="005D168C">
        <w:tab/>
      </w:r>
      <w:r>
        <w:t>Rozhodující jazyk</w:t>
      </w:r>
    </w:p>
    <w:p w14:paraId="5B1F4022" w14:textId="77777777" w:rsidR="00C96E7C" w:rsidRDefault="00C96E7C" w:rsidP="005D168C">
      <w:pPr>
        <w:pStyle w:val="Textbezodsazen"/>
      </w:pPr>
      <w:r>
        <w:t>Rozhodujícím jazykem je český jazyk.</w:t>
      </w:r>
    </w:p>
    <w:p w14:paraId="58EC2ED1" w14:textId="77777777" w:rsidR="00C96E7C" w:rsidRDefault="00C96E7C" w:rsidP="00E33F32">
      <w:pPr>
        <w:pStyle w:val="Nadpisbezsl1-2"/>
      </w:pPr>
      <w:r>
        <w:t xml:space="preserve">1.4  </w:t>
      </w:r>
      <w:r w:rsidR="005D168C">
        <w:tab/>
      </w:r>
      <w:r>
        <w:t>Komunikační jazyk</w:t>
      </w:r>
    </w:p>
    <w:p w14:paraId="77CCF94A" w14:textId="77777777" w:rsidR="00C96E7C" w:rsidRDefault="00C96E7C" w:rsidP="005D168C">
      <w:pPr>
        <w:pStyle w:val="Textbezodsazen"/>
      </w:pPr>
      <w:r>
        <w:t>Komunikačním jazykem je český jazyk.</w:t>
      </w:r>
    </w:p>
    <w:p w14:paraId="0D848545"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FF9656F"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DB5241A"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7936A593" w14:textId="77777777" w:rsidR="00C96E7C" w:rsidRDefault="00C96E7C" w:rsidP="00E33F32">
      <w:pPr>
        <w:pStyle w:val="Nadpisbezsl1-2"/>
      </w:pPr>
      <w:proofErr w:type="gramStart"/>
      <w:r>
        <w:t>2.1  Právo</w:t>
      </w:r>
      <w:proofErr w:type="gramEnd"/>
      <w:r>
        <w:t xml:space="preserve"> přístupu na staveniště</w:t>
      </w:r>
    </w:p>
    <w:p w14:paraId="407AF815" w14:textId="77777777" w:rsidR="00C96E7C" w:rsidRDefault="00C96E7C" w:rsidP="005D168C">
      <w:pPr>
        <w:pStyle w:val="Textbezodsazen"/>
      </w:pPr>
      <w:r>
        <w:t xml:space="preserve">Přístup na Staveniště bude Zhotoviteli umožněn </w:t>
      </w:r>
      <w:r w:rsidRPr="004970F2">
        <w:t xml:space="preserve">od </w:t>
      </w:r>
      <w:r w:rsidR="004B7145" w:rsidRPr="004970F2">
        <w:t>Data zahájení Prací</w:t>
      </w:r>
      <w:r w:rsidR="00E41FC0" w:rsidRPr="004970F2">
        <w:t xml:space="preserve"> </w:t>
      </w:r>
      <w:r w:rsidRPr="004970F2">
        <w:t xml:space="preserve">do dne předání </w:t>
      </w:r>
      <w:r>
        <w:t>Dokumentů souvisejících</w:t>
      </w:r>
      <w:r w:rsidR="00582C15">
        <w:t xml:space="preserve"> s </w:t>
      </w:r>
      <w:r>
        <w:t xml:space="preserve">předáním Díla dle pod-článku 7.9. </w:t>
      </w:r>
    </w:p>
    <w:p w14:paraId="488C04E3" w14:textId="77777777" w:rsidR="00C96E7C" w:rsidRDefault="00C96E7C" w:rsidP="00E33F32">
      <w:pPr>
        <w:pStyle w:val="Nadpisbezsl1-2"/>
      </w:pPr>
      <w:proofErr w:type="gramStart"/>
      <w:r>
        <w:t>2.3  Personál</w:t>
      </w:r>
      <w:proofErr w:type="gramEnd"/>
      <w:r>
        <w:t xml:space="preserve"> objednatele</w:t>
      </w:r>
    </w:p>
    <w:p w14:paraId="3EA44857" w14:textId="77777777" w:rsidR="00C96E7C" w:rsidRPr="004970F2"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w:t>
      </w:r>
      <w:r w:rsidR="00582C15" w:rsidRPr="004970F2">
        <w:t>a </w:t>
      </w:r>
      <w:r w:rsidRPr="004970F2">
        <w:t>dodatků):</w:t>
      </w:r>
    </w:p>
    <w:p w14:paraId="3F77FD35"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Mgr. Štěpán Hošna</w:t>
      </w:r>
    </w:p>
    <w:p w14:paraId="7939BEA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37541C2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30C8FE61"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29D38C8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33C30736" w14:textId="77777777" w:rsidR="00E41FC0" w:rsidRPr="004970F2" w:rsidRDefault="00E41FC0" w:rsidP="00E41FC0">
      <w:pPr>
        <w:pStyle w:val="Textbezodsazen"/>
      </w:pPr>
      <w:r w:rsidRPr="004970F2">
        <w:t xml:space="preserve">e-mail: </w:t>
      </w:r>
      <w:hyperlink r:id="rId11" w:history="1">
        <w:r w:rsidRPr="004970F2">
          <w:rPr>
            <w:rStyle w:val="Hypertextovodkaz"/>
            <w:color w:val="auto"/>
          </w:rPr>
          <w:t>hosna@szdc.cz</w:t>
        </w:r>
      </w:hyperlink>
      <w:r w:rsidRPr="004970F2">
        <w:t>, tel. 972 244 874, mobil 724 050 453</w:t>
      </w:r>
    </w:p>
    <w:p w14:paraId="5BF8793C" w14:textId="77777777" w:rsidR="00E41FC0" w:rsidRPr="004970F2" w:rsidRDefault="00E41FC0" w:rsidP="00E41FC0">
      <w:pPr>
        <w:pStyle w:val="Textbezodsazen"/>
      </w:pPr>
      <w:r w:rsidRPr="004970F2">
        <w:lastRenderedPageBreak/>
        <w:t>Ve věcech technických</w:t>
      </w:r>
    </w:p>
    <w:p w14:paraId="664FCBBC"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Ing. Jan Kokeš </w:t>
      </w:r>
    </w:p>
    <w:p w14:paraId="1E47DC71"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45E0992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5460D05A"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2125DC59"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4482F908"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e-mail: </w:t>
      </w:r>
      <w:hyperlink r:id="rId12" w:history="1">
        <w:r w:rsidRPr="004970F2">
          <w:rPr>
            <w:rStyle w:val="Hypertextovodkaz"/>
            <w:rFonts w:asciiTheme="minorHAnsi" w:hAnsiTheme="minorHAnsi"/>
            <w:color w:val="auto"/>
            <w:sz w:val="18"/>
            <w:szCs w:val="18"/>
          </w:rPr>
          <w:t>david@szdc.cz</w:t>
        </w:r>
      </w:hyperlink>
      <w:r w:rsidRPr="004970F2">
        <w:rPr>
          <w:rFonts w:asciiTheme="minorHAnsi" w:hAnsiTheme="minorHAnsi"/>
          <w:sz w:val="18"/>
          <w:szCs w:val="18"/>
        </w:rPr>
        <w:t>, tel. 972 244 748, mobil 602 390 419</w:t>
      </w:r>
    </w:p>
    <w:p w14:paraId="6F98724F" w14:textId="77777777" w:rsidR="00E41FC0" w:rsidRPr="004970F2" w:rsidRDefault="00E41FC0" w:rsidP="00E41FC0">
      <w:pPr>
        <w:pStyle w:val="Ftext"/>
        <w:spacing w:after="0" w:line="240" w:lineRule="auto"/>
        <w:rPr>
          <w:rFonts w:asciiTheme="minorHAnsi" w:hAnsiTheme="minorHAnsi"/>
          <w:sz w:val="18"/>
          <w:szCs w:val="18"/>
        </w:rPr>
      </w:pPr>
    </w:p>
    <w:p w14:paraId="466628B3" w14:textId="77777777" w:rsidR="00E41FC0" w:rsidRPr="004970F2" w:rsidRDefault="00E41FC0" w:rsidP="00E41FC0">
      <w:pPr>
        <w:pStyle w:val="Textbezodsazen"/>
      </w:pPr>
      <w:r w:rsidRPr="004970F2">
        <w:t>Technický dozor stavebníka (TDS) - hlavní inženýr stavby:</w:t>
      </w:r>
    </w:p>
    <w:p w14:paraId="5834395C" w14:textId="77777777" w:rsidR="00E41FC0" w:rsidRPr="004970F2" w:rsidRDefault="0008547A" w:rsidP="00E41FC0">
      <w:pPr>
        <w:pStyle w:val="Ftext"/>
        <w:spacing w:after="0" w:line="240" w:lineRule="auto"/>
        <w:rPr>
          <w:rFonts w:asciiTheme="minorHAnsi" w:hAnsiTheme="minorHAnsi"/>
          <w:sz w:val="18"/>
          <w:szCs w:val="18"/>
        </w:rPr>
      </w:pPr>
      <w:r w:rsidRPr="004970F2">
        <w:rPr>
          <w:rFonts w:asciiTheme="minorHAnsi" w:hAnsiTheme="minorHAnsi"/>
          <w:sz w:val="18"/>
          <w:szCs w:val="18"/>
        </w:rPr>
        <w:t>Petr Zouhar</w:t>
      </w:r>
    </w:p>
    <w:p w14:paraId="6689728F"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Správa železniční dopravní cesty, státní organizace</w:t>
      </w:r>
    </w:p>
    <w:p w14:paraId="41FCC69E"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Stavební správa západ, </w:t>
      </w:r>
    </w:p>
    <w:p w14:paraId="195C801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Sokolovská 278/1955, </w:t>
      </w:r>
    </w:p>
    <w:p w14:paraId="0CAB4415"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190 00 Praha 9</w:t>
      </w:r>
    </w:p>
    <w:p w14:paraId="215F9CEB" w14:textId="77777777" w:rsidR="00E41FC0" w:rsidRPr="004970F2" w:rsidRDefault="00E41FC0" w:rsidP="00E41FC0">
      <w:pPr>
        <w:pStyle w:val="Ftext"/>
        <w:spacing w:after="0" w:line="240" w:lineRule="auto"/>
        <w:rPr>
          <w:rFonts w:asciiTheme="minorHAnsi" w:hAnsiTheme="minorHAnsi"/>
          <w:sz w:val="18"/>
          <w:szCs w:val="18"/>
        </w:rPr>
      </w:pPr>
      <w:r w:rsidRPr="004970F2">
        <w:rPr>
          <w:rFonts w:asciiTheme="minorHAnsi" w:hAnsiTheme="minorHAnsi"/>
          <w:sz w:val="18"/>
          <w:szCs w:val="18"/>
        </w:rPr>
        <w:t xml:space="preserve">e-mail: </w:t>
      </w:r>
      <w:hyperlink r:id="rId13" w:history="1">
        <w:r w:rsidR="0008547A" w:rsidRPr="004970F2">
          <w:t>zouharp</w:t>
        </w:r>
        <w:r w:rsidRPr="004970F2">
          <w:t>@szdc.cz</w:t>
        </w:r>
      </w:hyperlink>
      <w:r w:rsidRPr="004970F2">
        <w:rPr>
          <w:rFonts w:asciiTheme="minorHAnsi" w:hAnsiTheme="minorHAnsi"/>
          <w:sz w:val="18"/>
          <w:szCs w:val="18"/>
        </w:rPr>
        <w:t xml:space="preserve">, tel. </w:t>
      </w:r>
      <w:r w:rsidR="0008547A" w:rsidRPr="004970F2">
        <w:rPr>
          <w:rFonts w:asciiTheme="minorHAnsi" w:hAnsiTheme="minorHAnsi"/>
          <w:sz w:val="18"/>
          <w:szCs w:val="18"/>
        </w:rPr>
        <w:t>972 244 737</w:t>
      </w:r>
      <w:r w:rsidRPr="004970F2">
        <w:rPr>
          <w:rFonts w:asciiTheme="minorHAnsi" w:hAnsiTheme="minorHAnsi"/>
          <w:sz w:val="18"/>
          <w:szCs w:val="18"/>
        </w:rPr>
        <w:t xml:space="preserve">, mobil </w:t>
      </w:r>
      <w:r w:rsidR="0008547A" w:rsidRPr="004970F2">
        <w:rPr>
          <w:rFonts w:asciiTheme="minorHAnsi" w:hAnsiTheme="minorHAnsi"/>
          <w:sz w:val="18"/>
          <w:szCs w:val="18"/>
        </w:rPr>
        <w:t>724 501 055</w:t>
      </w:r>
    </w:p>
    <w:p w14:paraId="6C139B31" w14:textId="77777777" w:rsidR="00C96E7C" w:rsidRPr="004970F2" w:rsidRDefault="00C96E7C" w:rsidP="00E33F32">
      <w:pPr>
        <w:pStyle w:val="Nadpisbezsl1-2"/>
      </w:pPr>
      <w:proofErr w:type="gramStart"/>
      <w:r w:rsidRPr="004970F2">
        <w:t>3.1  Povinnosti</w:t>
      </w:r>
      <w:proofErr w:type="gramEnd"/>
      <w:r w:rsidR="00582C15" w:rsidRPr="004970F2">
        <w:t xml:space="preserve"> a </w:t>
      </w:r>
      <w:r w:rsidRPr="004970F2">
        <w:t>pravomoc správce stavby</w:t>
      </w:r>
    </w:p>
    <w:p w14:paraId="47358D01"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6C6F2FE9" w14:textId="77777777" w:rsidR="00736B8D" w:rsidRPr="00AB4214" w:rsidRDefault="00736B8D" w:rsidP="00736B8D">
      <w:pPr>
        <w:pStyle w:val="Textbezodsazen"/>
        <w:rPr>
          <w:b/>
          <w:sz w:val="20"/>
          <w:szCs w:val="20"/>
        </w:rPr>
      </w:pPr>
      <w:r w:rsidRPr="00AB4214">
        <w:rPr>
          <w:b/>
          <w:sz w:val="20"/>
          <w:szCs w:val="20"/>
        </w:rPr>
        <w:t xml:space="preserve">3.1 Zajištění souhlasu Objednatele </w:t>
      </w:r>
    </w:p>
    <w:p w14:paraId="008DE19A" w14:textId="77777777" w:rsidR="00736B8D" w:rsidRPr="00AB4214" w:rsidRDefault="00736B8D" w:rsidP="00736B8D">
      <w:pPr>
        <w:pStyle w:val="Textbezodsazen"/>
      </w:pPr>
      <w:r w:rsidRPr="00AB4214">
        <w:t>Zvláštní</w:t>
      </w:r>
      <w:r w:rsidR="004340AB" w:rsidRPr="00AB4214">
        <w:t>m</w:t>
      </w:r>
      <w:r w:rsidRPr="00AB4214">
        <w:t xml:space="preserve"> souhlasem se v případě ustanovení dle </w:t>
      </w:r>
      <w:r w:rsidR="004340AB" w:rsidRPr="00AB4214">
        <w:t>bodu</w:t>
      </w:r>
      <w:r w:rsidRPr="00AB4214">
        <w:t xml:space="preserve"> (2) tohoto pod-článku rozumí uzavření dodatku ke Smlouvě o dílo.</w:t>
      </w:r>
    </w:p>
    <w:p w14:paraId="5E149068" w14:textId="77777777" w:rsidR="00736B8D" w:rsidRPr="00AB4214" w:rsidRDefault="00736B8D" w:rsidP="005D168C">
      <w:pPr>
        <w:pStyle w:val="Textbezodsazen"/>
      </w:pPr>
    </w:p>
    <w:p w14:paraId="55F4E037" w14:textId="77777777" w:rsidR="00C96E7C" w:rsidRDefault="00C96E7C" w:rsidP="00E33F32">
      <w:pPr>
        <w:pStyle w:val="Nadpisbezsl1-2"/>
      </w:pPr>
      <w:r>
        <w:t>4.2 Zajištění splnění smlouvy</w:t>
      </w:r>
    </w:p>
    <w:p w14:paraId="2E4A7BA4" w14:textId="77777777"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7A761E5D"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2077C32F" w14:textId="77777777" w:rsidR="00C96E7C" w:rsidRDefault="00C96E7C" w:rsidP="00E33F32">
      <w:pPr>
        <w:pStyle w:val="Nadpisbezsl1-2"/>
      </w:pPr>
      <w:proofErr w:type="gramStart"/>
      <w:r>
        <w:t>4.3  Zástupce</w:t>
      </w:r>
      <w:proofErr w:type="gramEnd"/>
      <w:r>
        <w:t xml:space="preserve"> zhotovitele</w:t>
      </w:r>
    </w:p>
    <w:p w14:paraId="2D879D0B" w14:textId="77777777" w:rsidR="00C96E7C" w:rsidRDefault="00071A0E" w:rsidP="005D168C">
      <w:pPr>
        <w:pStyle w:val="Textbezodsazen"/>
      </w:pPr>
      <w:r>
        <w:t xml:space="preserve"> [</w:t>
      </w:r>
      <w:r w:rsidRPr="00E41EEA">
        <w:rPr>
          <w:highlight w:val="yellow"/>
        </w:rPr>
        <w:t>VLOŽÍ ZHOTOVITE</w:t>
      </w:r>
      <w:r>
        <w:t>L]</w:t>
      </w:r>
    </w:p>
    <w:p w14:paraId="46A086F6" w14:textId="77777777" w:rsidR="00C96E7C" w:rsidRPr="009B641A" w:rsidRDefault="00C96E7C" w:rsidP="00E33F32">
      <w:pPr>
        <w:pStyle w:val="Nadpisbezsl1-2"/>
      </w:pPr>
      <w:proofErr w:type="gramStart"/>
      <w:r w:rsidRPr="009B641A">
        <w:t xml:space="preserve">4.27  </w:t>
      </w:r>
      <w:r w:rsidRPr="008850CB">
        <w:t>Smluvní</w:t>
      </w:r>
      <w:proofErr w:type="gramEnd"/>
      <w:r w:rsidRPr="008850CB">
        <w:t xml:space="preserve"> pokuta</w:t>
      </w:r>
    </w:p>
    <w:p w14:paraId="17666EA6" w14:textId="77777777" w:rsidR="00C96E7C" w:rsidRDefault="00C96E7C" w:rsidP="005D168C">
      <w:pPr>
        <w:pStyle w:val="Textbezodsazen"/>
      </w:pPr>
      <w:r w:rsidRPr="00071A0E">
        <w:t>Výše smluvní pokuty dle jednotlivých</w:t>
      </w:r>
      <w:r>
        <w:t xml:space="preserve"> ustanovení Smluvních podmínek činí:</w:t>
      </w:r>
    </w:p>
    <w:p w14:paraId="4FAFA3A1" w14:textId="77777777" w:rsidR="00C96E7C" w:rsidRPr="005D168C" w:rsidRDefault="00C96E7C" w:rsidP="00871FAC">
      <w:pPr>
        <w:pStyle w:val="Textbezodsazen"/>
        <w:rPr>
          <w:rStyle w:val="Tun"/>
        </w:rPr>
      </w:pPr>
      <w:r w:rsidRPr="005D168C">
        <w:rPr>
          <w:rStyle w:val="Tun"/>
        </w:rPr>
        <w:t>Pod-článek 4.27 (a)</w:t>
      </w:r>
    </w:p>
    <w:p w14:paraId="202542B7"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507D172F"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69EF42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1AD5814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0BCD8DE3" w14:textId="77777777" w:rsidR="00C96E7C" w:rsidRPr="005D168C" w:rsidRDefault="00C96E7C" w:rsidP="005D168C">
      <w:pPr>
        <w:pStyle w:val="Textbezodsazen"/>
        <w:rPr>
          <w:rStyle w:val="Tun"/>
        </w:rPr>
      </w:pPr>
      <w:r w:rsidRPr="005D168C">
        <w:rPr>
          <w:rStyle w:val="Tun"/>
        </w:rPr>
        <w:lastRenderedPageBreak/>
        <w:t>Pod-článek 4.27 (c)</w:t>
      </w:r>
    </w:p>
    <w:p w14:paraId="67C8F210"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22FB3D49" w14:textId="77777777" w:rsidR="00C96E7C" w:rsidRPr="005D168C" w:rsidRDefault="00C96E7C" w:rsidP="005D168C">
      <w:pPr>
        <w:pStyle w:val="Textbezodsazen"/>
        <w:rPr>
          <w:rStyle w:val="Tun"/>
        </w:rPr>
      </w:pPr>
      <w:r w:rsidRPr="005D168C">
        <w:rPr>
          <w:rStyle w:val="Tun"/>
        </w:rPr>
        <w:t>Pod-článek 4.27 (d)</w:t>
      </w:r>
    </w:p>
    <w:p w14:paraId="1B6ADB76"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6D71EB59"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465E98FD"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61FEBDE" w14:textId="77777777" w:rsidR="00C96E7C" w:rsidRPr="005B7883" w:rsidRDefault="00C96E7C" w:rsidP="005B7883">
      <w:pPr>
        <w:pStyle w:val="Textbezodsazen"/>
        <w:rPr>
          <w:rStyle w:val="Tun"/>
        </w:rPr>
      </w:pPr>
      <w:r w:rsidRPr="005B7883">
        <w:rPr>
          <w:rStyle w:val="Tun"/>
        </w:rPr>
        <w:t>Pod-článek 4.27 (f)</w:t>
      </w:r>
    </w:p>
    <w:p w14:paraId="01A861D8"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33BE45CE" w14:textId="77777777" w:rsidR="00C96E7C" w:rsidRPr="00871FAC" w:rsidRDefault="00C96E7C" w:rsidP="00871FAC">
      <w:pPr>
        <w:pStyle w:val="Textbezodsazen"/>
        <w:rPr>
          <w:rStyle w:val="Tun"/>
        </w:rPr>
      </w:pPr>
      <w:r w:rsidRPr="00871FAC">
        <w:rPr>
          <w:rStyle w:val="Tun"/>
        </w:rPr>
        <w:t>Pod-článek 4.27 (g)</w:t>
      </w:r>
    </w:p>
    <w:p w14:paraId="2588BB5E"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988C7BA" w14:textId="77777777" w:rsidR="00C96E7C" w:rsidRPr="005B7883" w:rsidRDefault="00C96E7C" w:rsidP="005B7883">
      <w:pPr>
        <w:pStyle w:val="Textbezodsazen"/>
        <w:rPr>
          <w:rStyle w:val="Tun"/>
        </w:rPr>
      </w:pPr>
      <w:r w:rsidRPr="005B7883">
        <w:rPr>
          <w:rStyle w:val="Tun"/>
        </w:rPr>
        <w:t>Pod-článek 4.27 (h)</w:t>
      </w:r>
    </w:p>
    <w:p w14:paraId="5F62D9BC"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6E47FB77" w14:textId="77777777" w:rsidR="00C96E7C" w:rsidRPr="005B7883" w:rsidRDefault="00C96E7C" w:rsidP="005B7883">
      <w:pPr>
        <w:pStyle w:val="Textbezodsazen"/>
        <w:rPr>
          <w:rStyle w:val="Tun"/>
        </w:rPr>
      </w:pPr>
      <w:r w:rsidRPr="005B7883">
        <w:rPr>
          <w:rStyle w:val="Tun"/>
        </w:rPr>
        <w:t>Pod-článek 4.27 (i)</w:t>
      </w:r>
    </w:p>
    <w:p w14:paraId="5A86F79E"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06D65E1D" w14:textId="77777777" w:rsidR="00C96E7C" w:rsidRPr="005B7883" w:rsidRDefault="00C96E7C" w:rsidP="005B7883">
      <w:pPr>
        <w:pStyle w:val="Textbezodsazen"/>
        <w:rPr>
          <w:rStyle w:val="Tun"/>
        </w:rPr>
      </w:pPr>
      <w:r w:rsidRPr="005B7883">
        <w:rPr>
          <w:rStyle w:val="Tun"/>
        </w:rPr>
        <w:t>Pod-článek 4.27(j)</w:t>
      </w:r>
    </w:p>
    <w:p w14:paraId="68E53FB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DCA7718" w14:textId="77777777" w:rsidR="00C96E7C" w:rsidRPr="005B7883" w:rsidRDefault="00C96E7C" w:rsidP="005B7883">
      <w:pPr>
        <w:pStyle w:val="Textbezodsazen"/>
        <w:rPr>
          <w:rStyle w:val="Tun"/>
        </w:rPr>
      </w:pPr>
      <w:r w:rsidRPr="005B7883">
        <w:rPr>
          <w:rStyle w:val="Tun"/>
        </w:rPr>
        <w:t>Pod-článek 4.27 (k)</w:t>
      </w:r>
    </w:p>
    <w:p w14:paraId="1B47BA39"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29BFE2C4" w14:textId="77777777" w:rsidR="00C96E7C" w:rsidRPr="005B7883" w:rsidRDefault="00C96E7C" w:rsidP="005B7883">
      <w:pPr>
        <w:pStyle w:val="Textbezodsazen"/>
        <w:rPr>
          <w:rStyle w:val="Tun"/>
        </w:rPr>
      </w:pPr>
      <w:r w:rsidRPr="005B7883">
        <w:rPr>
          <w:rStyle w:val="Tun"/>
        </w:rPr>
        <w:t>Pod-článek 4.27 (l)</w:t>
      </w:r>
    </w:p>
    <w:p w14:paraId="416B4CAC"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4C6949A9" w14:textId="77777777" w:rsidR="00C96E7C" w:rsidRPr="005B7883" w:rsidRDefault="00C96E7C" w:rsidP="005B7883">
      <w:pPr>
        <w:pStyle w:val="Textbezodsazen"/>
        <w:rPr>
          <w:rStyle w:val="Tun"/>
        </w:rPr>
      </w:pPr>
      <w:r w:rsidRPr="005B7883">
        <w:rPr>
          <w:rStyle w:val="Tun"/>
        </w:rPr>
        <w:t>Pod-článek 4.27 (m)</w:t>
      </w:r>
    </w:p>
    <w:p w14:paraId="7E3BB6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53E0D194" w14:textId="77777777" w:rsidR="00C96E7C" w:rsidRPr="005B7883" w:rsidRDefault="00C96E7C" w:rsidP="005D168C">
      <w:pPr>
        <w:pStyle w:val="Textbezodsazen"/>
        <w:keepNext/>
        <w:rPr>
          <w:rStyle w:val="Tun"/>
        </w:rPr>
      </w:pPr>
      <w:r w:rsidRPr="005B7883">
        <w:rPr>
          <w:rStyle w:val="Tun"/>
        </w:rPr>
        <w:t>Pod- článek 4.27 (n)</w:t>
      </w:r>
    </w:p>
    <w:p w14:paraId="72D50563" w14:textId="77777777" w:rsidR="00C96E7C" w:rsidRDefault="00C96E7C" w:rsidP="005D168C">
      <w:pPr>
        <w:pStyle w:val="Textbezodsazen"/>
      </w:pPr>
      <w:r>
        <w:t>Zhotovitel je povinen uhradit smluvní pokutu ve výši 10 000 Kč za každé zjištění porušení povinnosti.</w:t>
      </w:r>
    </w:p>
    <w:p w14:paraId="713C9302" w14:textId="77777777" w:rsidR="00C96E7C" w:rsidRPr="005B7883" w:rsidRDefault="00C96E7C" w:rsidP="005B7883">
      <w:pPr>
        <w:pStyle w:val="Textbezodsazen"/>
        <w:rPr>
          <w:rStyle w:val="Tun"/>
        </w:rPr>
      </w:pPr>
      <w:r w:rsidRPr="005B7883">
        <w:rPr>
          <w:rStyle w:val="Tun"/>
        </w:rPr>
        <w:t>Pod-článek 4.27 (o)</w:t>
      </w:r>
    </w:p>
    <w:p w14:paraId="3BE0B13B" w14:textId="77777777" w:rsidR="00C96E7C" w:rsidRDefault="00C96E7C" w:rsidP="005D168C">
      <w:pPr>
        <w:pStyle w:val="Textbezodsazen"/>
      </w:pPr>
      <w:r>
        <w:t>Zhotovitel je povinen uhradit smluvní pokutu ve výši 100 000 Kč za každý jednotlivý případ porušení povinnosti.</w:t>
      </w:r>
    </w:p>
    <w:p w14:paraId="35FC07DD" w14:textId="77777777" w:rsidR="00C96E7C" w:rsidRPr="005B7883" w:rsidRDefault="00C96E7C" w:rsidP="005B7883">
      <w:pPr>
        <w:pStyle w:val="Textbezodsazen"/>
        <w:rPr>
          <w:rStyle w:val="Tun"/>
        </w:rPr>
      </w:pPr>
      <w:r w:rsidRPr="005B7883">
        <w:rPr>
          <w:rStyle w:val="Tun"/>
        </w:rPr>
        <w:lastRenderedPageBreak/>
        <w:t>Pod-článek 4.27 (p)</w:t>
      </w:r>
    </w:p>
    <w:p w14:paraId="20C6848D"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7AD7D1D6" w14:textId="77777777" w:rsidR="00C96E7C" w:rsidRPr="005B7883" w:rsidRDefault="00C96E7C" w:rsidP="005B7883">
      <w:pPr>
        <w:pStyle w:val="Textbezodsazen"/>
        <w:rPr>
          <w:rStyle w:val="Tun"/>
        </w:rPr>
      </w:pPr>
      <w:r w:rsidRPr="005B7883">
        <w:rPr>
          <w:rStyle w:val="Tun"/>
        </w:rPr>
        <w:t xml:space="preserve">Pod-článek 4.27 (q) </w:t>
      </w:r>
    </w:p>
    <w:p w14:paraId="4499FCEC"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288BF13" w14:textId="77777777" w:rsidR="00C96E7C" w:rsidRDefault="00C96E7C" w:rsidP="005B7883">
      <w:pPr>
        <w:pStyle w:val="Textbezodsazen"/>
        <w:rPr>
          <w:rStyle w:val="Tun"/>
        </w:rPr>
      </w:pPr>
      <w:r w:rsidRPr="005B7883">
        <w:rPr>
          <w:rStyle w:val="Tun"/>
        </w:rPr>
        <w:t>Pod-článek 4.27 (r)</w:t>
      </w:r>
    </w:p>
    <w:p w14:paraId="331737D6"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1CC5D0DB" w14:textId="77777777" w:rsidR="00D136A2" w:rsidRDefault="00D136A2" w:rsidP="00D136A2">
      <w:pPr>
        <w:spacing w:after="120"/>
        <w:jc w:val="both"/>
        <w:rPr>
          <w:b/>
        </w:rPr>
      </w:pPr>
      <w:r>
        <w:rPr>
          <w:b/>
        </w:rPr>
        <w:t>Pod-článek 4.27 (s)</w:t>
      </w:r>
    </w:p>
    <w:p w14:paraId="6BEA194E"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0ED9A493" w14:textId="77777777" w:rsidR="00D136A2" w:rsidRPr="00D136A2" w:rsidRDefault="00D136A2" w:rsidP="00D136A2">
      <w:pPr>
        <w:spacing w:after="120"/>
        <w:jc w:val="both"/>
        <w:rPr>
          <w:b/>
        </w:rPr>
      </w:pPr>
      <w:r w:rsidRPr="00D136A2">
        <w:rPr>
          <w:b/>
        </w:rPr>
        <w:t>Pod-článek 4.27 (t)</w:t>
      </w:r>
    </w:p>
    <w:p w14:paraId="4E8B49C8"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509A6834" w14:textId="77777777" w:rsidR="00C96E7C" w:rsidRPr="00871FAC" w:rsidRDefault="00C96E7C" w:rsidP="00871FAC">
      <w:pPr>
        <w:pStyle w:val="Nadpisbezsl1-2"/>
      </w:pPr>
      <w:r w:rsidRPr="00871FAC">
        <w:t>4.27 Maximální celková výše smluvních pokut</w:t>
      </w:r>
    </w:p>
    <w:p w14:paraId="4E9C77F8"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650571AA" w14:textId="77777777" w:rsidR="00C96E7C" w:rsidRPr="00871FAC" w:rsidRDefault="00C96E7C" w:rsidP="00871FAC">
      <w:pPr>
        <w:pStyle w:val="Nadpisbezsl1-2"/>
      </w:pPr>
      <w:bookmarkStart w:id="0" w:name="_GoBack"/>
      <w:bookmarkEnd w:id="0"/>
      <w:r w:rsidRPr="00871FAC">
        <w:t>4.30 Výluky</w:t>
      </w:r>
    </w:p>
    <w:p w14:paraId="1CE681DE"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210E5D5" w14:textId="77777777" w:rsidR="00C96E7C" w:rsidRDefault="00C96E7C" w:rsidP="005D168C">
      <w:pPr>
        <w:pStyle w:val="Textbezodsazen"/>
      </w:pPr>
      <w:r>
        <w:t xml:space="preserve">Odstavec </w:t>
      </w:r>
      <w:r w:rsidR="00330257">
        <w:t>4</w:t>
      </w:r>
      <w:r>
        <w:t xml:space="preserve"> nově zní:</w:t>
      </w:r>
    </w:p>
    <w:p w14:paraId="6D4E0174"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14:paraId="649AC09D" w14:textId="77777777" w:rsidR="00C96E7C" w:rsidRDefault="00C96E7C" w:rsidP="005D168C">
      <w:pPr>
        <w:pStyle w:val="Textbezodsazen"/>
      </w:pPr>
      <w:r>
        <w:t xml:space="preserve">Odstavec </w:t>
      </w:r>
      <w:r w:rsidR="00330257">
        <w:t>6</w:t>
      </w:r>
      <w:r>
        <w:t xml:space="preserve"> nově zní:</w:t>
      </w:r>
    </w:p>
    <w:p w14:paraId="1FDC4272"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14:paraId="5FEDC91B" w14:textId="77777777" w:rsidR="00C96E7C" w:rsidRDefault="00C96E7C" w:rsidP="005D168C">
      <w:pPr>
        <w:pStyle w:val="Odrka1-1"/>
        <w:spacing w:after="0"/>
      </w:pPr>
      <w:r>
        <w:t>výluka trakčního vedení traťové koleje</w:t>
      </w:r>
      <w:r>
        <w:tab/>
        <w:t>5.000 Kč vč. DPH / započatá hodina,</w:t>
      </w:r>
    </w:p>
    <w:p w14:paraId="40490BC4" w14:textId="77777777" w:rsidR="00C96E7C" w:rsidRDefault="00C96E7C" w:rsidP="005D168C">
      <w:pPr>
        <w:pStyle w:val="Odrka1-1"/>
        <w:spacing w:after="0"/>
      </w:pPr>
      <w:r>
        <w:t>výluka traťové koleje</w:t>
      </w:r>
      <w:r>
        <w:tab/>
      </w:r>
      <w:r>
        <w:tab/>
      </w:r>
      <w:r w:rsidR="005D168C">
        <w:tab/>
      </w:r>
      <w:r>
        <w:t>10.000 Kč vč. DPH / započatá hodina,</w:t>
      </w:r>
    </w:p>
    <w:p w14:paraId="4D553AD0"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59BE2AE2" w14:textId="77777777" w:rsidR="00C96E7C" w:rsidRDefault="00C96E7C" w:rsidP="005D168C">
      <w:pPr>
        <w:pStyle w:val="Odrka1-1"/>
        <w:spacing w:after="0"/>
      </w:pPr>
      <w:r>
        <w:t>výluka staničních kolejí - dopravní</w:t>
      </w:r>
      <w:r>
        <w:tab/>
      </w:r>
      <w:r w:rsidR="008B01FE">
        <w:tab/>
      </w:r>
      <w:r>
        <w:t>5.000 Kč vč. DPH / započatá hodina,</w:t>
      </w:r>
    </w:p>
    <w:p w14:paraId="6F7FFA7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BB88352" w14:textId="77777777" w:rsidR="00C96E7C" w:rsidRDefault="00C96E7C" w:rsidP="005D168C">
      <w:pPr>
        <w:pStyle w:val="Odrka1-1"/>
      </w:pPr>
      <w:r>
        <w:t>výluka zabezpečovacího zařízení</w:t>
      </w:r>
      <w:r>
        <w:tab/>
      </w:r>
      <w:r>
        <w:tab/>
        <w:t>5.000 Kč vč. DPH / započatá hodina.</w:t>
      </w:r>
    </w:p>
    <w:p w14:paraId="10929D69" w14:textId="77777777" w:rsidR="00330257" w:rsidRDefault="00330257" w:rsidP="00330257">
      <w:pPr>
        <w:pStyle w:val="Odrka1-1"/>
        <w:numPr>
          <w:ilvl w:val="0"/>
          <w:numId w:val="0"/>
        </w:numPr>
        <w:ind w:left="1077"/>
      </w:pPr>
    </w:p>
    <w:p w14:paraId="63AD7698"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10ABA0EE" w14:textId="77777777" w:rsidR="009B6B4D" w:rsidRDefault="009B6B4D" w:rsidP="009B6B4D">
      <w:pPr>
        <w:pStyle w:val="Odrka1-1"/>
        <w:numPr>
          <w:ilvl w:val="0"/>
          <w:numId w:val="0"/>
        </w:numPr>
        <w:spacing w:before="120"/>
      </w:pPr>
    </w:p>
    <w:p w14:paraId="234979AB" w14:textId="77777777" w:rsidR="00330257" w:rsidRPr="00330257"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6F750F">
        <w:t>14 dní</w:t>
      </w:r>
      <w:r w:rsidR="009B6B4D">
        <w:t xml:space="preserve"> od Data zahájení prací.</w:t>
      </w:r>
    </w:p>
    <w:p w14:paraId="54CD593B" w14:textId="77777777" w:rsidR="00C96E7C" w:rsidRDefault="009B6B4D" w:rsidP="005B7883">
      <w:pPr>
        <w:pStyle w:val="Nadpisbezsl1-2"/>
      </w:pPr>
      <w:r>
        <w:t>8.2 Doba pro dokončení</w:t>
      </w:r>
    </w:p>
    <w:p w14:paraId="64E50A8B" w14:textId="77777777" w:rsidR="00491341" w:rsidRPr="004970F2" w:rsidRDefault="00491341" w:rsidP="00491341">
      <w:pPr>
        <w:pStyle w:val="Textbezodsazen"/>
      </w:pPr>
      <w:r w:rsidRPr="004970F2">
        <w:t xml:space="preserve">Zhotovitel je povinen dokončit celé Dílo včetně příslušné dokumentace dle pod-článku 7.9 </w:t>
      </w:r>
      <w:proofErr w:type="gramStart"/>
      <w:r w:rsidRPr="004970F2">
        <w:t>do  26</w:t>
      </w:r>
      <w:proofErr w:type="gramEnd"/>
      <w:r w:rsidRPr="004970F2">
        <w:t xml:space="preserve"> měsíců od Data zahájení prací.</w:t>
      </w:r>
    </w:p>
    <w:p w14:paraId="41D255BB" w14:textId="77777777" w:rsidR="00491341" w:rsidRPr="004970F2" w:rsidRDefault="00491341" w:rsidP="00491341">
      <w:pPr>
        <w:pStyle w:val="Textbezodsazen"/>
      </w:pPr>
      <w:r w:rsidRPr="004970F2">
        <w:t xml:space="preserve">Lhůty stanovené v odst. 13.3.3 Všeobecných technických podmínek na realizaci a lhůty stanovené v pod-článku 7.9 Smluvních podmínek se nepoužijí a nahrazují se lhůtou nejpozději do 3 měsíců po dokončení konečného přejímacího řízení poslední Sekce, tj. do 3 měsíců </w:t>
      </w:r>
      <w:proofErr w:type="gramStart"/>
      <w:r w:rsidRPr="004970F2">
        <w:t>ode</w:t>
      </w:r>
      <w:proofErr w:type="gramEnd"/>
      <w:r w:rsidRPr="004970F2">
        <w:t xml:space="preserve"> vydání posledního Potvrzení o převzetí části Díla.</w:t>
      </w:r>
    </w:p>
    <w:p w14:paraId="3D2FBB9A" w14:textId="77777777" w:rsidR="00C96E7C" w:rsidRPr="004970F2" w:rsidRDefault="00C96E7C" w:rsidP="005B7883">
      <w:pPr>
        <w:pStyle w:val="Nadpisbezsl1-2"/>
      </w:pPr>
      <w:r w:rsidRPr="004970F2">
        <w:t xml:space="preserve">8.2, </w:t>
      </w:r>
      <w:proofErr w:type="gramStart"/>
      <w:r w:rsidRPr="004970F2">
        <w:t>1.1.3.10  Doba</w:t>
      </w:r>
      <w:proofErr w:type="gramEnd"/>
      <w:r w:rsidRPr="004970F2">
        <w:t xml:space="preserve"> pro uvedení do provozu</w:t>
      </w:r>
    </w:p>
    <w:p w14:paraId="6B3CE686" w14:textId="77777777" w:rsidR="00491341" w:rsidRDefault="00491341" w:rsidP="00491341">
      <w:pPr>
        <w:pStyle w:val="Textbezodsazen"/>
      </w:pPr>
      <w:r w:rsidRPr="004970F2">
        <w:t xml:space="preserve">Zhotovitel je povinen dokončit Dílo v rozsahu nezbytném pro účely uvedení Díla nebo Sekce do provozu za podmínek stavebního zákona a zákona o drahách nejpozději do 23 měsíců od Data </w:t>
      </w:r>
      <w:r w:rsidRPr="002D1ADA">
        <w:t>zahájení prací.</w:t>
      </w:r>
    </w:p>
    <w:p w14:paraId="1A648BE2" w14:textId="77777777" w:rsidR="00C96E7C" w:rsidRDefault="00C96E7C" w:rsidP="005B7883">
      <w:pPr>
        <w:pStyle w:val="Nadpisbezsl1-2"/>
      </w:pPr>
      <w:r>
        <w:t xml:space="preserve">8.3, </w:t>
      </w:r>
      <w:proofErr w:type="gramStart"/>
      <w:r>
        <w:t>8.6  Harmonogram</w:t>
      </w:r>
      <w:proofErr w:type="gramEnd"/>
    </w:p>
    <w:p w14:paraId="1E57117B"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0D464DE4" w14:textId="77777777" w:rsidR="00C96E7C" w:rsidRDefault="00C96E7C" w:rsidP="005B7883">
      <w:pPr>
        <w:pStyle w:val="Nadpisbezsl1-2"/>
      </w:pPr>
      <w:proofErr w:type="gramStart"/>
      <w:r>
        <w:t>8.7  Náhrada</w:t>
      </w:r>
      <w:proofErr w:type="gramEnd"/>
      <w:r>
        <w:t xml:space="preserve"> škody za zpoždění</w:t>
      </w:r>
    </w:p>
    <w:p w14:paraId="5D26CBC3"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463F0ED" w14:textId="77777777" w:rsidR="00C96E7C" w:rsidRDefault="00C96E7C" w:rsidP="005B7883">
      <w:pPr>
        <w:pStyle w:val="Nadpisbezsl1-2"/>
      </w:pPr>
      <w:proofErr w:type="gramStart"/>
      <w:r>
        <w:t>8.7  Maximální</w:t>
      </w:r>
      <w:proofErr w:type="gramEnd"/>
      <w:r>
        <w:t xml:space="preserve"> částka náhrady škody za zpoždění</w:t>
      </w:r>
    </w:p>
    <w:p w14:paraId="791E7BF3" w14:textId="77777777" w:rsidR="00C96E7C" w:rsidRDefault="00C96E7C" w:rsidP="005D168C">
      <w:pPr>
        <w:pStyle w:val="Textbezodsazen"/>
      </w:pPr>
      <w:r>
        <w:t xml:space="preserve">Celková výše náhrady škody za zpoždění je stanovena ve výši </w:t>
      </w:r>
      <w:r w:rsidR="003451AB">
        <w:t>Přijaté smluvní částky.</w:t>
      </w:r>
    </w:p>
    <w:p w14:paraId="218620E6" w14:textId="77777777" w:rsidR="00C96E7C" w:rsidRDefault="00C96E7C" w:rsidP="005B7883">
      <w:pPr>
        <w:pStyle w:val="Nadpisbezsl1-2"/>
      </w:pPr>
      <w:proofErr w:type="gramStart"/>
      <w:r>
        <w:t>11.1  Délka</w:t>
      </w:r>
      <w:proofErr w:type="gramEnd"/>
      <w:r>
        <w:t xml:space="preserve"> záruční doby</w:t>
      </w:r>
    </w:p>
    <w:p w14:paraId="31A8E8B4"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37F4105E"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924AADC"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7EBB830C"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A9F6E59"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51594A70"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 xml:space="preserve">vyměnil provozuschopné celky nebo komponenty </w:t>
      </w:r>
      <w:r>
        <w:lastRenderedPageBreak/>
        <w:t>samostatně dodávané od jiných výrobců, počíná ode dne následujícího po dni jejich výměny běžet nová Záruční doba</w:t>
      </w:r>
      <w:r w:rsidR="00582C15">
        <w:t xml:space="preserve"> v </w:t>
      </w:r>
      <w:r>
        <w:t>délce 24 měsíců.</w:t>
      </w:r>
    </w:p>
    <w:p w14:paraId="69897923" w14:textId="77777777" w:rsidR="00C96E7C" w:rsidRDefault="00C96E7C" w:rsidP="005B7883">
      <w:pPr>
        <w:pStyle w:val="Nadpisbezsl1-2"/>
      </w:pPr>
      <w:proofErr w:type="gramStart"/>
      <w:r>
        <w:t>13.1  Právo</w:t>
      </w:r>
      <w:proofErr w:type="gramEnd"/>
      <w:r>
        <w:t xml:space="preserve"> na variaci </w:t>
      </w:r>
    </w:p>
    <w:p w14:paraId="59F9145F" w14:textId="77777777"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4" w:history="1">
        <w:r w:rsidR="00736B8D" w:rsidRPr="002630DF">
          <w:rPr>
            <w:rStyle w:val="Hypertextovodkaz"/>
            <w:noProof w:val="0"/>
          </w:rPr>
          <w:t>http://www.sfdi.cz</w:t>
        </w:r>
      </w:hyperlink>
      <w:r>
        <w:t>.</w:t>
      </w:r>
    </w:p>
    <w:p w14:paraId="438F667D" w14:textId="77777777" w:rsidR="00736B8D" w:rsidRPr="00D9177C" w:rsidRDefault="00736B8D" w:rsidP="00736B8D">
      <w:pPr>
        <w:pStyle w:val="Textbezodsazen"/>
        <w:rPr>
          <w:rFonts w:eastAsia="Times New Roman" w:cs="Times New Roman"/>
        </w:rPr>
      </w:pPr>
      <w:r w:rsidRPr="00D9177C">
        <w:rPr>
          <w:rFonts w:eastAsia="Times New Roman" w:cs="Times New Roman"/>
        </w:rPr>
        <w:t>V souladu s úpravou ve směrnici Objednatele SŽDC SM 105 Změny během výstavby mohou být</w:t>
      </w:r>
      <w:r w:rsidRPr="00D9177C">
        <w:t xml:space="preserve"> práce obsažené ve změnovém listu zahrnuty do Vyúčtování až po podpisu změnového listu a uzavření dodatku ke Smlouvě o dílo obsahující tuto změnu.</w:t>
      </w:r>
    </w:p>
    <w:p w14:paraId="6F5BAB6A" w14:textId="77777777" w:rsidR="00C96E7C" w:rsidRDefault="00C96E7C" w:rsidP="005B7883">
      <w:pPr>
        <w:pStyle w:val="Nadpisbezsl1-2"/>
      </w:pPr>
      <w:proofErr w:type="gramStart"/>
      <w:r>
        <w:t>13.5  Podmíněné</w:t>
      </w:r>
      <w:proofErr w:type="gramEnd"/>
      <w:r>
        <w:t xml:space="preserve"> obnosy</w:t>
      </w:r>
    </w:p>
    <w:p w14:paraId="2ACBF1D4" w14:textId="77777777" w:rsidR="00C96E7C" w:rsidRDefault="00C96E7C" w:rsidP="00582C15">
      <w:pPr>
        <w:pStyle w:val="Textbezodsazen"/>
      </w:pPr>
      <w:r>
        <w:t>Podmíněné obnosy poskytnuty nebudou.</w:t>
      </w:r>
    </w:p>
    <w:p w14:paraId="6D091047" w14:textId="77777777"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14:paraId="0FC271D3" w14:textId="77777777" w:rsidR="004340AB" w:rsidRDefault="000105BB" w:rsidP="005B7883">
      <w:pPr>
        <w:pStyle w:val="Nadpisbezsl1-2"/>
        <w:rPr>
          <w:b w:val="0"/>
        </w:rPr>
      </w:pPr>
      <w:r>
        <w:rPr>
          <w:b w:val="0"/>
        </w:rPr>
        <w:t>Ú</w:t>
      </w:r>
      <w:r w:rsidR="004340AB">
        <w:rPr>
          <w:b w:val="0"/>
        </w:rPr>
        <w:t>pravy</w:t>
      </w:r>
      <w:r>
        <w:rPr>
          <w:b w:val="0"/>
        </w:rPr>
        <w:t xml:space="preserve"> cen v důsledku změn nákladů nejsou povoleny</w:t>
      </w:r>
      <w:r w:rsidR="00C45AAF">
        <w:rPr>
          <w:b w:val="0"/>
        </w:rPr>
        <w:t>.</w:t>
      </w:r>
      <w:r>
        <w:rPr>
          <w:b w:val="0"/>
        </w:rPr>
        <w:t xml:space="preserve"> </w:t>
      </w:r>
    </w:p>
    <w:p w14:paraId="31957336" w14:textId="77777777" w:rsidR="00C96E7C" w:rsidRDefault="00C96E7C" w:rsidP="005B7883">
      <w:pPr>
        <w:pStyle w:val="Nadpisbezsl1-2"/>
      </w:pPr>
      <w:proofErr w:type="gramStart"/>
      <w:r>
        <w:t>14.2  Zálohová</w:t>
      </w:r>
      <w:proofErr w:type="gramEnd"/>
      <w:r>
        <w:t xml:space="preserve"> platba </w:t>
      </w:r>
    </w:p>
    <w:p w14:paraId="4D71A400" w14:textId="77777777" w:rsidR="00C96E7C" w:rsidRPr="004970F2" w:rsidRDefault="00C96E7C" w:rsidP="00582C15">
      <w:pPr>
        <w:pStyle w:val="Textbezodsazen"/>
        <w:rPr>
          <w:iCs/>
        </w:rPr>
      </w:pPr>
      <w:r w:rsidRPr="004970F2">
        <w:rPr>
          <w:iCs/>
        </w:rPr>
        <w:t>Zálohová platba se neposkytuje.</w:t>
      </w:r>
    </w:p>
    <w:p w14:paraId="1BAD757C" w14:textId="77777777" w:rsidR="00491341" w:rsidRPr="004970F2" w:rsidRDefault="00491341" w:rsidP="00491341">
      <w:pPr>
        <w:pStyle w:val="Nadpisbezsl1-2"/>
      </w:pPr>
      <w:r w:rsidRPr="004970F2">
        <w:t>14.3 Žádost o potvrzení průběžné platby</w:t>
      </w:r>
    </w:p>
    <w:p w14:paraId="6880D595" w14:textId="77777777" w:rsidR="00C82800" w:rsidRPr="00D9177C" w:rsidRDefault="00C82800" w:rsidP="00491341">
      <w:pPr>
        <w:pStyle w:val="Textbezodsazen"/>
      </w:pPr>
      <w:r w:rsidRPr="00D9177C">
        <w:t>Platební období se stanovuje čtvrtletní, a to 16.11.-28.2.(</w:t>
      </w:r>
      <w:r w:rsidR="005D5D86" w:rsidRPr="00D9177C">
        <w:t xml:space="preserve"> resp.</w:t>
      </w:r>
      <w:r w:rsidRPr="00D9177C">
        <w:t>29.2),</w:t>
      </w:r>
      <w:r w:rsidR="005D5D86" w:rsidRPr="00D9177C">
        <w:t xml:space="preserve"> </w:t>
      </w:r>
      <w:r w:rsidRPr="00D9177C">
        <w:t>1.3.-</w:t>
      </w:r>
      <w:proofErr w:type="gramStart"/>
      <w:r w:rsidRPr="00D9177C">
        <w:t>31.5</w:t>
      </w:r>
      <w:proofErr w:type="gramEnd"/>
      <w:r w:rsidRPr="00D9177C">
        <w:t>., 1.6.-31.8.,1.9.-15.11. každého kalendářního roku.</w:t>
      </w:r>
    </w:p>
    <w:p w14:paraId="318EB688" w14:textId="77777777" w:rsidR="00C96E7C" w:rsidRPr="004970F2" w:rsidRDefault="00C96E7C" w:rsidP="005B7883">
      <w:pPr>
        <w:pStyle w:val="Nadpisbezsl1-2"/>
      </w:pPr>
      <w:proofErr w:type="gramStart"/>
      <w:r w:rsidRPr="004970F2">
        <w:t>14.5  Technologické</w:t>
      </w:r>
      <w:proofErr w:type="gramEnd"/>
      <w:r w:rsidRPr="004970F2">
        <w:t xml:space="preserve"> materiály určené pro dílo</w:t>
      </w:r>
    </w:p>
    <w:p w14:paraId="4AFD4D7B" w14:textId="77777777" w:rsidR="009972FB" w:rsidRPr="004970F2" w:rsidRDefault="009972FB" w:rsidP="009972FB">
      <w:pPr>
        <w:pStyle w:val="Textbezodsazen"/>
      </w:pPr>
      <w:r w:rsidRPr="004970F2">
        <w:t xml:space="preserve">Technologické zařízení a Materiály </w:t>
      </w:r>
    </w:p>
    <w:p w14:paraId="72924BDC" w14:textId="77777777" w:rsidR="009972FB" w:rsidRPr="004970F2" w:rsidRDefault="009972FB" w:rsidP="009972FB">
      <w:pPr>
        <w:pStyle w:val="Textbezodsazen"/>
      </w:pPr>
      <w:r w:rsidRPr="004970F2">
        <w:t>k zaplacení po dodání na Staveniště 14.5 (c):</w:t>
      </w:r>
    </w:p>
    <w:p w14:paraId="71753180" w14:textId="77777777" w:rsidR="009972FB" w:rsidRPr="004970F2" w:rsidRDefault="009972FB" w:rsidP="009972FB">
      <w:pPr>
        <w:pStyle w:val="Textbezodsazen"/>
        <w:ind w:firstLine="709"/>
      </w:pPr>
      <w:proofErr w:type="spellStart"/>
      <w:r w:rsidRPr="004970F2">
        <w:t>balízy</w:t>
      </w:r>
      <w:proofErr w:type="spellEnd"/>
      <w:r w:rsidRPr="004970F2">
        <w:t>,</w:t>
      </w:r>
    </w:p>
    <w:p w14:paraId="37F901FF" w14:textId="77777777" w:rsidR="009972FB" w:rsidRPr="004970F2" w:rsidRDefault="009972FB" w:rsidP="009972FB">
      <w:pPr>
        <w:pStyle w:val="Textbezodsazen"/>
        <w:ind w:firstLine="709"/>
      </w:pPr>
      <w:r w:rsidRPr="004970F2">
        <w:t xml:space="preserve">HW </w:t>
      </w:r>
      <w:proofErr w:type="spellStart"/>
      <w:r w:rsidRPr="004970F2">
        <w:t>radioblokových</w:t>
      </w:r>
      <w:proofErr w:type="spellEnd"/>
      <w:r w:rsidRPr="004970F2">
        <w:t xml:space="preserve"> centrál, </w:t>
      </w:r>
    </w:p>
    <w:p w14:paraId="66CE6F46" w14:textId="77777777" w:rsidR="009972FB" w:rsidRPr="004970F2" w:rsidRDefault="009972FB" w:rsidP="009972FB">
      <w:pPr>
        <w:pStyle w:val="Textbezodsazen"/>
        <w:ind w:firstLine="709"/>
      </w:pPr>
      <w:r w:rsidRPr="004970F2">
        <w:t xml:space="preserve">stožáry pro umístění antén GSM-R, </w:t>
      </w:r>
    </w:p>
    <w:p w14:paraId="188FAFE4" w14:textId="77777777" w:rsidR="009972FB" w:rsidRPr="004970F2" w:rsidRDefault="009972FB" w:rsidP="009972FB">
      <w:pPr>
        <w:pStyle w:val="Textbezodsazen"/>
        <w:ind w:firstLine="709"/>
      </w:pPr>
      <w:r w:rsidRPr="004970F2">
        <w:t xml:space="preserve">technologické domky včetně technického vybavení, </w:t>
      </w:r>
    </w:p>
    <w:p w14:paraId="5B5B810A" w14:textId="77777777" w:rsidR="009972FB" w:rsidRPr="004970F2" w:rsidRDefault="009972FB" w:rsidP="009972FB">
      <w:pPr>
        <w:pStyle w:val="Textbezodsazen"/>
        <w:ind w:firstLine="709"/>
      </w:pPr>
      <w:r w:rsidRPr="004970F2">
        <w:t xml:space="preserve">základnové stanice pro systém GSM-R. </w:t>
      </w:r>
    </w:p>
    <w:p w14:paraId="607233D9" w14:textId="77777777"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14:paraId="183BF628"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4F5F2CB4" w14:textId="77777777" w:rsidR="00C96E7C" w:rsidRPr="004970F2" w:rsidRDefault="00C96E7C" w:rsidP="005B7883">
      <w:pPr>
        <w:pStyle w:val="Nadpisbezsl1-2"/>
      </w:pPr>
      <w:proofErr w:type="gramStart"/>
      <w:r w:rsidRPr="004970F2">
        <w:t>14.6  Minimální</w:t>
      </w:r>
      <w:proofErr w:type="gramEnd"/>
      <w:r w:rsidRPr="004970F2">
        <w:t xml:space="preserve"> částka Potvrzení průběžné platby</w:t>
      </w:r>
    </w:p>
    <w:p w14:paraId="1142DCDF" w14:textId="77777777" w:rsidR="00C96E7C" w:rsidRPr="004970F2" w:rsidRDefault="00C96E7C" w:rsidP="00582C15">
      <w:pPr>
        <w:pStyle w:val="Textbezodsazen"/>
      </w:pPr>
      <w:r w:rsidRPr="004970F2">
        <w:t xml:space="preserve">Minimální částka Potvrzení průběžné platby není stanovena. </w:t>
      </w:r>
    </w:p>
    <w:p w14:paraId="4D200491" w14:textId="77777777" w:rsidR="00C96E7C" w:rsidRDefault="00C96E7C" w:rsidP="005B7883">
      <w:pPr>
        <w:pStyle w:val="Nadpisbezsl1-2"/>
      </w:pPr>
      <w:proofErr w:type="gramStart"/>
      <w:r>
        <w:t>14.15</w:t>
      </w:r>
      <w:r w:rsidR="00582C15">
        <w:t xml:space="preserve">  </w:t>
      </w:r>
      <w:r>
        <w:t>Měny</w:t>
      </w:r>
      <w:proofErr w:type="gramEnd"/>
      <w:r>
        <w:t xml:space="preserve"> platby</w:t>
      </w:r>
    </w:p>
    <w:p w14:paraId="605C194C"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84364A8" w14:textId="77777777" w:rsidR="00C96E7C" w:rsidRDefault="00C96E7C" w:rsidP="005B7883">
      <w:pPr>
        <w:pStyle w:val="Nadpisbezsl1-2"/>
      </w:pPr>
      <w:proofErr w:type="gramStart"/>
      <w:r>
        <w:t>18.1</w:t>
      </w:r>
      <w:r w:rsidR="00582C15">
        <w:t xml:space="preserve">  </w:t>
      </w:r>
      <w:r>
        <w:t>Obecné</w:t>
      </w:r>
      <w:proofErr w:type="gramEnd"/>
      <w:r>
        <w:t xml:space="preserve"> požadavky na pojištění</w:t>
      </w:r>
    </w:p>
    <w:p w14:paraId="5C795806"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3632B399" w14:textId="77777777" w:rsidR="00C96E7C" w:rsidRDefault="00C96E7C" w:rsidP="00582C15">
      <w:pPr>
        <w:pStyle w:val="Odrka1-1"/>
      </w:pPr>
      <w:r>
        <w:lastRenderedPageBreak/>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5220D11E"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50035240" w14:textId="77777777"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14:paraId="2A773FBC"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3BD4EB02" w14:textId="77777777" w:rsidR="00316A98" w:rsidRDefault="00316A98" w:rsidP="00316A98">
      <w:pPr>
        <w:pStyle w:val="F-OPlOdstavec"/>
        <w:rPr>
          <w:rFonts w:asciiTheme="minorHAnsi" w:hAnsiTheme="minorHAnsi"/>
          <w:sz w:val="18"/>
          <w:szCs w:val="18"/>
        </w:rPr>
      </w:pPr>
    </w:p>
    <w:p w14:paraId="72489227"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651BC79E"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75C5F680" w14:textId="77777777" w:rsidR="00316A98" w:rsidRPr="00316A98" w:rsidRDefault="00316A98" w:rsidP="00B172EC">
      <w:pPr>
        <w:pStyle w:val="Odrka1-1"/>
      </w:pPr>
      <w:r w:rsidRPr="00316A98">
        <w:t>pojištění odpovědnosti Zhotovitele během záručního období min. 24 měsíců</w:t>
      </w:r>
    </w:p>
    <w:p w14:paraId="468E813D" w14:textId="77777777" w:rsidR="00316A98" w:rsidRPr="00316A98" w:rsidRDefault="00316A98" w:rsidP="00B172EC">
      <w:pPr>
        <w:pStyle w:val="Odrka1-1"/>
      </w:pPr>
      <w:r w:rsidRPr="00316A98">
        <w:t>pojištění rizika projektanta (vadný projekt a konstrukce)</w:t>
      </w:r>
    </w:p>
    <w:p w14:paraId="6400DAFF" w14:textId="77777777" w:rsidR="00316A98" w:rsidRPr="00316A98" w:rsidRDefault="00316A98" w:rsidP="00B172EC">
      <w:pPr>
        <w:pStyle w:val="Odrka1-1"/>
      </w:pPr>
      <w:r w:rsidRPr="00316A98">
        <w:t>pojištění rizika výrobce (výrobní vada)</w:t>
      </w:r>
    </w:p>
    <w:p w14:paraId="0FDE60AD" w14:textId="77777777" w:rsidR="00316A98" w:rsidRPr="00316A98" w:rsidRDefault="00316A98" w:rsidP="00B172EC">
      <w:pPr>
        <w:pStyle w:val="Odrka1-1"/>
      </w:pPr>
      <w:r w:rsidRPr="00316A98">
        <w:t xml:space="preserve">pojištění okolního majetku </w:t>
      </w:r>
    </w:p>
    <w:p w14:paraId="612F7FDF" w14:textId="77777777" w:rsidR="00316A98" w:rsidRPr="00316A98" w:rsidRDefault="00316A98" w:rsidP="00B172EC">
      <w:pPr>
        <w:pStyle w:val="Odrka1-1"/>
      </w:pPr>
      <w:r w:rsidRPr="00316A98">
        <w:t xml:space="preserve">pojištění převzatého majetku od Objednatele </w:t>
      </w:r>
    </w:p>
    <w:p w14:paraId="76498299" w14:textId="77777777" w:rsidR="00316A98" w:rsidRPr="00316A98" w:rsidRDefault="00316A98" w:rsidP="00B172EC">
      <w:pPr>
        <w:pStyle w:val="Odrka1-1"/>
      </w:pPr>
      <w:r w:rsidRPr="00316A98">
        <w:t xml:space="preserve">pojištění nákladů na demolice, vyklizení a odvoz suti </w:t>
      </w:r>
    </w:p>
    <w:p w14:paraId="7D2419B2" w14:textId="77777777" w:rsidR="00316A98" w:rsidRPr="00316A98" w:rsidRDefault="001D3D61" w:rsidP="00B172EC">
      <w:pPr>
        <w:pStyle w:val="Odrka1-1"/>
      </w:pPr>
      <w:r>
        <w:t>po</w:t>
      </w:r>
      <w:r w:rsidR="00316A98" w:rsidRPr="00316A98">
        <w:t xml:space="preserve">jištění křížové odpovědnosti zhotovitele a jeho </w:t>
      </w:r>
      <w:proofErr w:type="spellStart"/>
      <w:r w:rsidR="00316A98" w:rsidRPr="00316A98">
        <w:t>Podzhotovitelů</w:t>
      </w:r>
      <w:proofErr w:type="spellEnd"/>
    </w:p>
    <w:p w14:paraId="6CFAB414" w14:textId="77777777" w:rsidR="00316A98" w:rsidRPr="00316A98" w:rsidRDefault="00316A98" w:rsidP="00B172EC">
      <w:pPr>
        <w:pStyle w:val="Odrka1-1"/>
      </w:pPr>
      <w:r w:rsidRPr="00316A98">
        <w:t>pojištěnými podle této pojistné smlouvy budou Objednatel, Zhotovitel a </w:t>
      </w:r>
      <w:proofErr w:type="spellStart"/>
      <w:r w:rsidRPr="00316A98">
        <w:t>Podzhotovitelé</w:t>
      </w:r>
      <w:proofErr w:type="spellEnd"/>
      <w:r w:rsidRPr="00316A98">
        <w:t xml:space="preserve"> smluvně vázaní na budovaném </w:t>
      </w:r>
      <w:r>
        <w:t>D</w:t>
      </w:r>
      <w:r w:rsidRPr="00316A98">
        <w:t>íle.</w:t>
      </w:r>
    </w:p>
    <w:p w14:paraId="68DB4B30" w14:textId="77777777" w:rsidR="00316A98" w:rsidRDefault="001D3D61" w:rsidP="00B172EC">
      <w:pPr>
        <w:pStyle w:val="Odrka1-1"/>
      </w:pPr>
      <w:r>
        <w:t xml:space="preserve"> </w:t>
      </w:r>
      <w:r w:rsidR="00316A98" w:rsidRPr="00316A98">
        <w:t>maximální spoluúčast ve výši 10 % Smluvní ceny, ne však vyšší než 1 mil. Kč.</w:t>
      </w:r>
    </w:p>
    <w:p w14:paraId="3FE06E3E"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 xml:space="preserve">Pojištěnými dle této pojistné smlouvy budou Objednatel, Zhotovitel a </w:t>
      </w:r>
      <w:proofErr w:type="spellStart"/>
      <w:r>
        <w:rPr>
          <w:rFonts w:asciiTheme="minorHAnsi" w:hAnsiTheme="minorHAnsi"/>
          <w:sz w:val="18"/>
          <w:szCs w:val="18"/>
        </w:rPr>
        <w:t>Podzhotovitelé</w:t>
      </w:r>
      <w:proofErr w:type="spellEnd"/>
      <w:r>
        <w:rPr>
          <w:rFonts w:asciiTheme="minorHAnsi" w:hAnsiTheme="minorHAnsi"/>
          <w:sz w:val="18"/>
          <w:szCs w:val="18"/>
        </w:rPr>
        <w:t xml:space="preserve"> smluvně vázaní na budovaném Díle.</w:t>
      </w:r>
    </w:p>
    <w:p w14:paraId="1FF21964" w14:textId="77777777" w:rsidR="00316A98" w:rsidRDefault="00316A98" w:rsidP="005B7883">
      <w:pPr>
        <w:pStyle w:val="Nadpisbezsl1-2"/>
      </w:pPr>
    </w:p>
    <w:p w14:paraId="25C4D524" w14:textId="77777777"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14:paraId="0B318851"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5" w:history="1">
        <w:r w:rsidRPr="00582C15">
          <w:rPr>
            <w:rStyle w:val="Hypertextovodkaz"/>
            <w:noProof w:val="0"/>
          </w:rPr>
          <w:t>www.sfdi.cz/poskytovani-informaci/metodiky/</w:t>
        </w:r>
      </w:hyperlink>
      <w:r>
        <w:t>.</w:t>
      </w:r>
    </w:p>
    <w:p w14:paraId="064754C9" w14:textId="77777777" w:rsidR="00C96E7C" w:rsidRDefault="00C96E7C" w:rsidP="005B7883">
      <w:pPr>
        <w:pStyle w:val="Nadpisbezsl1-2"/>
      </w:pPr>
      <w:r>
        <w:t xml:space="preserve">20.2 až </w:t>
      </w:r>
      <w:proofErr w:type="gramStart"/>
      <w:r>
        <w:t>20.8  Rozhodování</w:t>
      </w:r>
      <w:proofErr w:type="gramEnd"/>
      <w:r>
        <w:t xml:space="preserve"> sporů</w:t>
      </w:r>
    </w:p>
    <w:p w14:paraId="798C4FD3" w14:textId="77777777" w:rsidR="00C96E7C" w:rsidRDefault="00C96E7C" w:rsidP="00582C15">
      <w:pPr>
        <w:pStyle w:val="Textbezodsazen"/>
      </w:pPr>
      <w:r>
        <w:t>Rozhodování sporů je upraveno dle varianty B.</w:t>
      </w:r>
    </w:p>
    <w:p w14:paraId="16DF4352" w14:textId="77777777" w:rsidR="00C732F0" w:rsidRDefault="00C732F0" w:rsidP="00C732F0">
      <w:pPr>
        <w:jc w:val="both"/>
      </w:pPr>
    </w:p>
    <w:p w14:paraId="0E266966" w14:textId="77777777" w:rsidR="00C732F0" w:rsidRDefault="00C732F0" w:rsidP="00C732F0">
      <w:pPr>
        <w:jc w:val="both"/>
      </w:pPr>
    </w:p>
    <w:p w14:paraId="72A621E7" w14:textId="77777777" w:rsidR="00C732F0" w:rsidRDefault="00C732F0" w:rsidP="00C732F0">
      <w:pPr>
        <w:jc w:val="both"/>
      </w:pPr>
    </w:p>
    <w:sectPr w:rsidR="00C732F0" w:rsidSect="00E33F32">
      <w:headerReference w:type="even" r:id="rId16"/>
      <w:headerReference w:type="default" r:id="rId17"/>
      <w:footerReference w:type="even" r:id="rId18"/>
      <w:footerReference w:type="default" r:id="rId19"/>
      <w:headerReference w:type="first" r:id="rId20"/>
      <w:footerReference w:type="first" r:id="rId21"/>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755F9" w14:textId="77777777" w:rsidR="00A87B23" w:rsidRDefault="00A87B23" w:rsidP="00962258">
      <w:pPr>
        <w:spacing w:after="0" w:line="240" w:lineRule="auto"/>
      </w:pPr>
      <w:r>
        <w:separator/>
      </w:r>
    </w:p>
  </w:endnote>
  <w:endnote w:type="continuationSeparator" w:id="0">
    <w:p w14:paraId="796D038A" w14:textId="77777777" w:rsidR="00A87B23" w:rsidRDefault="00A87B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060503BF" w14:textId="77777777" w:rsidTr="009223E5">
      <w:tc>
        <w:tcPr>
          <w:tcW w:w="851" w:type="dxa"/>
          <w:tcMar>
            <w:left w:w="0" w:type="dxa"/>
            <w:right w:w="0" w:type="dxa"/>
          </w:tcMar>
          <w:vAlign w:val="bottom"/>
        </w:tcPr>
        <w:p w14:paraId="121801C5" w14:textId="06E9BF7C"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47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47E">
            <w:rPr>
              <w:rStyle w:val="slostrnky"/>
              <w:noProof/>
            </w:rPr>
            <w:t>8</w:t>
          </w:r>
          <w:r w:rsidRPr="00B8518B">
            <w:rPr>
              <w:rStyle w:val="slostrnky"/>
            </w:rPr>
            <w:fldChar w:fldCharType="end"/>
          </w:r>
        </w:p>
      </w:tc>
      <w:tc>
        <w:tcPr>
          <w:tcW w:w="7739" w:type="dxa"/>
          <w:vAlign w:val="bottom"/>
        </w:tcPr>
        <w:p w14:paraId="3E08ADDF" w14:textId="77777777" w:rsidR="00352421" w:rsidRDefault="00352421" w:rsidP="009223E5">
          <w:pPr>
            <w:pStyle w:val="Zpatvlevo"/>
          </w:pPr>
          <w:r>
            <w:t xml:space="preserve">Příloha k nabídce </w:t>
          </w:r>
        </w:p>
        <w:p w14:paraId="6E030C8A" w14:textId="1C0B3618" w:rsidR="00BF6DA5" w:rsidRPr="00352421" w:rsidRDefault="00BF6DA5"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B547E">
            <w:rPr>
              <w:rStyle w:val="Tun"/>
              <w:noProof/>
            </w:rPr>
            <w:t>„ETCS Beroun - Plzeň“</w:t>
          </w:r>
          <w:r w:rsidRPr="00352421">
            <w:rPr>
              <w:rStyle w:val="Tun"/>
            </w:rPr>
            <w:fldChar w:fldCharType="end"/>
          </w:r>
        </w:p>
      </w:tc>
    </w:tr>
  </w:tbl>
  <w:p w14:paraId="096D6260"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AA91FF5" w14:textId="77777777" w:rsidTr="009223E5">
      <w:tc>
        <w:tcPr>
          <w:tcW w:w="7797" w:type="dxa"/>
          <w:tcMar>
            <w:left w:w="0" w:type="dxa"/>
            <w:right w:w="0" w:type="dxa"/>
          </w:tcMar>
          <w:vAlign w:val="bottom"/>
        </w:tcPr>
        <w:p w14:paraId="3D467754" w14:textId="77777777" w:rsidR="00352421" w:rsidRDefault="00352421" w:rsidP="009223E5">
          <w:pPr>
            <w:pStyle w:val="Zpatvpravo"/>
          </w:pPr>
          <w:r>
            <w:t xml:space="preserve">Příloha k nabídce </w:t>
          </w:r>
        </w:p>
        <w:p w14:paraId="535CA0A4" w14:textId="2E52DA71" w:rsidR="00B172EC" w:rsidRPr="00352421" w:rsidRDefault="00B172EC"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B547E">
            <w:rPr>
              <w:rStyle w:val="Tun"/>
              <w:noProof/>
            </w:rPr>
            <w:t>„ETCS Beroun - Plzeň“</w:t>
          </w:r>
          <w:r w:rsidRPr="00352421">
            <w:rPr>
              <w:rStyle w:val="Tun"/>
            </w:rPr>
            <w:fldChar w:fldCharType="end"/>
          </w:r>
        </w:p>
      </w:tc>
      <w:tc>
        <w:tcPr>
          <w:tcW w:w="851" w:type="dxa"/>
          <w:vAlign w:val="bottom"/>
        </w:tcPr>
        <w:p w14:paraId="238B863A" w14:textId="40F439E8"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47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47E">
            <w:rPr>
              <w:rStyle w:val="slostrnky"/>
              <w:noProof/>
            </w:rPr>
            <w:t>8</w:t>
          </w:r>
          <w:r w:rsidRPr="00B8518B">
            <w:rPr>
              <w:rStyle w:val="slostrnky"/>
            </w:rPr>
            <w:fldChar w:fldCharType="end"/>
          </w:r>
        </w:p>
      </w:tc>
    </w:tr>
  </w:tbl>
  <w:p w14:paraId="053BDF63"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3EEC" w14:textId="77777777" w:rsidR="00B172EC" w:rsidRPr="00B8518B" w:rsidRDefault="00B172EC" w:rsidP="00B172EC">
    <w:pPr>
      <w:pStyle w:val="Zpat"/>
      <w:rPr>
        <w:sz w:val="2"/>
        <w:szCs w:val="2"/>
      </w:rPr>
    </w:pPr>
  </w:p>
  <w:p w14:paraId="4824C12B" w14:textId="77777777" w:rsidR="00B172EC" w:rsidRDefault="00A87B23" w:rsidP="00B172EC">
    <w:pPr>
      <w:pStyle w:val="Zpat"/>
      <w:rPr>
        <w:rFonts w:cs="Calibri"/>
        <w:szCs w:val="12"/>
      </w:rPr>
    </w:pPr>
    <w:r>
      <w:rPr>
        <w:noProof/>
      </w:rPr>
      <w:object w:dxaOrig="1440" w:dyaOrig="1440" w14:anchorId="13A01C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155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42568039" r:id="rId2"/>
      </w:object>
    </w:r>
  </w:p>
  <w:p w14:paraId="45137BDE" w14:textId="77777777" w:rsidR="00B172EC" w:rsidRDefault="00B172EC" w:rsidP="00B172EC">
    <w:pPr>
      <w:pStyle w:val="Zpat"/>
      <w:rPr>
        <w:rFonts w:cs="Calibri"/>
        <w:szCs w:val="12"/>
      </w:rPr>
    </w:pPr>
  </w:p>
  <w:p w14:paraId="1783C70C" w14:textId="77777777" w:rsidR="00B172EC" w:rsidRPr="00460660" w:rsidRDefault="00B172EC" w:rsidP="00B172EC">
    <w:pPr>
      <w:pStyle w:val="Zpat"/>
      <w:rPr>
        <w:sz w:val="2"/>
        <w:szCs w:val="2"/>
      </w:rPr>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14:paraId="3577D134" w14:textId="77777777"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E5E99" w14:textId="77777777" w:rsidR="00A87B23" w:rsidRDefault="00A87B23" w:rsidP="00962258">
      <w:pPr>
        <w:spacing w:after="0" w:line="240" w:lineRule="auto"/>
      </w:pPr>
      <w:r>
        <w:separator/>
      </w:r>
    </w:p>
  </w:footnote>
  <w:footnote w:type="continuationSeparator" w:id="0">
    <w:p w14:paraId="58018AE7" w14:textId="77777777" w:rsidR="00A87B23" w:rsidRDefault="00A87B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CBCDE" w14:textId="77777777" w:rsidR="0096176F" w:rsidRDefault="0096176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0C0FD721" w14:textId="77777777" w:rsidTr="00C02D0A">
      <w:trPr>
        <w:trHeight w:hRule="exact" w:val="454"/>
      </w:trPr>
      <w:tc>
        <w:tcPr>
          <w:tcW w:w="1361" w:type="dxa"/>
          <w:tcMar>
            <w:top w:w="57" w:type="dxa"/>
            <w:left w:w="0" w:type="dxa"/>
            <w:right w:w="0" w:type="dxa"/>
          </w:tcMar>
        </w:tcPr>
        <w:p w14:paraId="72211864"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7AB1A9E3" w14:textId="77777777" w:rsidR="00582C15" w:rsidRDefault="00582C15" w:rsidP="00523EA7">
          <w:pPr>
            <w:pStyle w:val="Zpat"/>
          </w:pPr>
        </w:p>
      </w:tc>
      <w:tc>
        <w:tcPr>
          <w:tcW w:w="5698" w:type="dxa"/>
          <w:shd w:val="clear" w:color="auto" w:fill="auto"/>
          <w:tcMar>
            <w:top w:w="57" w:type="dxa"/>
            <w:left w:w="0" w:type="dxa"/>
            <w:right w:w="0" w:type="dxa"/>
          </w:tcMar>
        </w:tcPr>
        <w:p w14:paraId="0CCF6985" w14:textId="77777777" w:rsidR="00582C15" w:rsidRPr="00D6163D" w:rsidRDefault="00582C15" w:rsidP="00D6163D">
          <w:pPr>
            <w:pStyle w:val="Druhdokumentu"/>
          </w:pPr>
        </w:p>
      </w:tc>
    </w:tr>
  </w:tbl>
  <w:p w14:paraId="56BCCF39" w14:textId="77777777" w:rsidR="00582C15" w:rsidRPr="00D6163D" w:rsidRDefault="00582C1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07A5F392" w14:textId="77777777" w:rsidTr="00B22106">
      <w:trPr>
        <w:trHeight w:hRule="exact" w:val="936"/>
      </w:trPr>
      <w:tc>
        <w:tcPr>
          <w:tcW w:w="1361" w:type="dxa"/>
          <w:tcMar>
            <w:left w:w="0" w:type="dxa"/>
            <w:right w:w="0" w:type="dxa"/>
          </w:tcMar>
        </w:tcPr>
        <w:p w14:paraId="39B80CA1"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4C95E0B" w14:textId="77777777" w:rsidR="00582C15" w:rsidRDefault="00582C15" w:rsidP="00FC6389">
          <w:pPr>
            <w:pStyle w:val="Zpat"/>
          </w:pPr>
        </w:p>
      </w:tc>
      <w:tc>
        <w:tcPr>
          <w:tcW w:w="5756" w:type="dxa"/>
          <w:shd w:val="clear" w:color="auto" w:fill="auto"/>
          <w:tcMar>
            <w:left w:w="0" w:type="dxa"/>
            <w:right w:w="0" w:type="dxa"/>
          </w:tcMar>
        </w:tcPr>
        <w:p w14:paraId="1C29B8DF" w14:textId="77777777" w:rsidR="00582C15" w:rsidRPr="00D6163D" w:rsidRDefault="00582C15" w:rsidP="00FC6389">
          <w:pPr>
            <w:pStyle w:val="Druhdokumentu"/>
          </w:pPr>
        </w:p>
      </w:tc>
    </w:tr>
    <w:tr w:rsidR="00582C15" w14:paraId="689E065B" w14:textId="77777777" w:rsidTr="00B22106">
      <w:trPr>
        <w:trHeight w:hRule="exact" w:val="936"/>
      </w:trPr>
      <w:tc>
        <w:tcPr>
          <w:tcW w:w="1361" w:type="dxa"/>
          <w:tcMar>
            <w:left w:w="0" w:type="dxa"/>
            <w:right w:w="0" w:type="dxa"/>
          </w:tcMar>
        </w:tcPr>
        <w:p w14:paraId="047DD021"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69A63C48" w14:textId="77777777" w:rsidR="00582C15" w:rsidRDefault="00582C15" w:rsidP="00FC6389">
          <w:pPr>
            <w:pStyle w:val="Zpat"/>
          </w:pPr>
        </w:p>
      </w:tc>
      <w:tc>
        <w:tcPr>
          <w:tcW w:w="5756" w:type="dxa"/>
          <w:shd w:val="clear" w:color="auto" w:fill="auto"/>
          <w:tcMar>
            <w:left w:w="0" w:type="dxa"/>
            <w:right w:w="0" w:type="dxa"/>
          </w:tcMar>
        </w:tcPr>
        <w:p w14:paraId="29637C23" w14:textId="77777777" w:rsidR="00582C15" w:rsidRPr="00D6163D" w:rsidRDefault="00582C15" w:rsidP="00FC6389">
          <w:pPr>
            <w:pStyle w:val="Druhdokumentu"/>
          </w:pPr>
        </w:p>
      </w:tc>
    </w:tr>
  </w:tbl>
  <w:p w14:paraId="1166C161" w14:textId="77777777"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6B40304" wp14:editId="02E483C7">
          <wp:simplePos x="0" y="0"/>
          <wp:positionH relativeFrom="page">
            <wp:posOffset>575945</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E15646E"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DC4E3A94"/>
    <w:lvl w:ilvl="0">
      <w:start w:val="1"/>
      <w:numFmt w:val="decimal"/>
      <w:pStyle w:val="RLlneksmlouvy"/>
      <w:lvlText w:val="%1."/>
      <w:lvlJc w:val="left"/>
      <w:pPr>
        <w:tabs>
          <w:tab w:val="num" w:pos="567"/>
        </w:tabs>
        <w:ind w:left="567" w:hanging="567"/>
      </w:pPr>
      <w:rPr>
        <w:rFonts w:ascii="Calibri" w:eastAsia="Times New Roman" w:hAnsi="Calibri" w:cs="Times New Roman" w:hint="default"/>
        <w:b/>
        <w:i w:val="0"/>
        <w:caps/>
        <w:strike w:val="0"/>
        <w:dstrike w:val="0"/>
        <w:vanish w:val="0"/>
        <w:color w:val="000000"/>
        <w:sz w:val="24"/>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014"/>
        </w:tabs>
        <w:ind w:left="2014" w:hanging="737"/>
      </w:pPr>
      <w:rPr>
        <w:rFonts w:hint="default"/>
        <w:b w:val="0"/>
        <w:strike w:val="0"/>
      </w:rPr>
    </w:lvl>
    <w:lvl w:ilvl="2">
      <w:start w:val="1"/>
      <w:numFmt w:val="decimal"/>
      <w:pStyle w:val="OP-2"/>
      <w:lvlText w:val="%1.%2.%3"/>
      <w:lvlJc w:val="left"/>
      <w:pPr>
        <w:tabs>
          <w:tab w:val="num" w:pos="2155"/>
        </w:tabs>
        <w:ind w:left="2155" w:hanging="851"/>
      </w:pPr>
      <w:rPr>
        <w:rFonts w:ascii="Calibri" w:hAnsi="Calibri" w:hint="default"/>
      </w:rPr>
    </w:lvl>
    <w:lvl w:ilvl="3">
      <w:start w:val="1"/>
      <w:numFmt w:val="decimal"/>
      <w:pStyle w:val="OP-3"/>
      <w:lvlText w:val="%1.%2.%3.%4"/>
      <w:lvlJc w:val="left"/>
      <w:pPr>
        <w:tabs>
          <w:tab w:val="num" w:pos="3005"/>
        </w:tabs>
        <w:ind w:left="3005" w:hanging="850"/>
      </w:pPr>
      <w:rPr>
        <w:rFonts w:hint="default"/>
      </w:rPr>
    </w:lvl>
    <w:lvl w:ilvl="4">
      <w:start w:val="1"/>
      <w:numFmt w:val="decimal"/>
      <w:lvlText w:val="%1.%2.%3.%4.%5"/>
      <w:lvlJc w:val="left"/>
      <w:pPr>
        <w:tabs>
          <w:tab w:val="num" w:pos="4083"/>
        </w:tabs>
        <w:ind w:left="4083" w:hanging="737"/>
      </w:pPr>
      <w:rPr>
        <w:rFonts w:hint="default"/>
      </w:rPr>
    </w:lvl>
    <w:lvl w:ilvl="5">
      <w:start w:val="1"/>
      <w:numFmt w:val="decimal"/>
      <w:lvlText w:val="%1.%2.%3.%4.%5.%6"/>
      <w:lvlJc w:val="left"/>
      <w:pPr>
        <w:tabs>
          <w:tab w:val="num" w:pos="1364"/>
        </w:tabs>
        <w:ind w:left="1364" w:hanging="1080"/>
      </w:pPr>
      <w:rPr>
        <w:rFonts w:hint="default"/>
      </w:rPr>
    </w:lvl>
    <w:lvl w:ilvl="6">
      <w:start w:val="1"/>
      <w:numFmt w:val="decimal"/>
      <w:lvlText w:val="%1.%2.%3.%4.%5.%6.%7"/>
      <w:lvlJc w:val="left"/>
      <w:pPr>
        <w:tabs>
          <w:tab w:val="num" w:pos="1724"/>
        </w:tabs>
        <w:ind w:left="1724" w:hanging="1440"/>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2084"/>
        </w:tabs>
        <w:ind w:left="2084" w:hanging="1800"/>
      </w:pPr>
      <w:rPr>
        <w:rFont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05BB"/>
    <w:rsid w:val="00017F3C"/>
    <w:rsid w:val="00041EC8"/>
    <w:rsid w:val="0006588D"/>
    <w:rsid w:val="00067A5E"/>
    <w:rsid w:val="000719BB"/>
    <w:rsid w:val="00071A0E"/>
    <w:rsid w:val="00072A65"/>
    <w:rsid w:val="00072C1E"/>
    <w:rsid w:val="00073D43"/>
    <w:rsid w:val="0008547A"/>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70EC5"/>
    <w:rsid w:val="001747C1"/>
    <w:rsid w:val="0017695A"/>
    <w:rsid w:val="00177D6B"/>
    <w:rsid w:val="00191F90"/>
    <w:rsid w:val="001B18CE"/>
    <w:rsid w:val="001B4E74"/>
    <w:rsid w:val="001C645F"/>
    <w:rsid w:val="001D3D61"/>
    <w:rsid w:val="001E3C56"/>
    <w:rsid w:val="001E678E"/>
    <w:rsid w:val="0020177E"/>
    <w:rsid w:val="002071BB"/>
    <w:rsid w:val="00207DF5"/>
    <w:rsid w:val="00220F63"/>
    <w:rsid w:val="0023464E"/>
    <w:rsid w:val="00235D7C"/>
    <w:rsid w:val="00240B81"/>
    <w:rsid w:val="00244767"/>
    <w:rsid w:val="00247D01"/>
    <w:rsid w:val="00261A5B"/>
    <w:rsid w:val="00262E5B"/>
    <w:rsid w:val="002630E7"/>
    <w:rsid w:val="0026677F"/>
    <w:rsid w:val="00276AFE"/>
    <w:rsid w:val="0028337C"/>
    <w:rsid w:val="00286933"/>
    <w:rsid w:val="002A3B57"/>
    <w:rsid w:val="002B06D2"/>
    <w:rsid w:val="002C31BF"/>
    <w:rsid w:val="002D7FD6"/>
    <w:rsid w:val="002E0CD7"/>
    <w:rsid w:val="002E0CFB"/>
    <w:rsid w:val="002E3A3F"/>
    <w:rsid w:val="002E5C7B"/>
    <w:rsid w:val="002F04AB"/>
    <w:rsid w:val="002F4333"/>
    <w:rsid w:val="00316A98"/>
    <w:rsid w:val="0031787A"/>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C33F2"/>
    <w:rsid w:val="003D756E"/>
    <w:rsid w:val="003E420D"/>
    <w:rsid w:val="003E4C13"/>
    <w:rsid w:val="004001A6"/>
    <w:rsid w:val="004078F3"/>
    <w:rsid w:val="004220DE"/>
    <w:rsid w:val="0042532F"/>
    <w:rsid w:val="00427794"/>
    <w:rsid w:val="004340AB"/>
    <w:rsid w:val="00441B4D"/>
    <w:rsid w:val="00450F07"/>
    <w:rsid w:val="00451BC9"/>
    <w:rsid w:val="00453CD3"/>
    <w:rsid w:val="00460660"/>
    <w:rsid w:val="00464BA9"/>
    <w:rsid w:val="00465F51"/>
    <w:rsid w:val="00483969"/>
    <w:rsid w:val="00486107"/>
    <w:rsid w:val="00491341"/>
    <w:rsid w:val="00491827"/>
    <w:rsid w:val="0049227B"/>
    <w:rsid w:val="004970F2"/>
    <w:rsid w:val="004B7145"/>
    <w:rsid w:val="004C4399"/>
    <w:rsid w:val="004C4830"/>
    <w:rsid w:val="004C787C"/>
    <w:rsid w:val="004E0643"/>
    <w:rsid w:val="004E7A1F"/>
    <w:rsid w:val="004F4B9B"/>
    <w:rsid w:val="0050666E"/>
    <w:rsid w:val="00511AB9"/>
    <w:rsid w:val="00515B28"/>
    <w:rsid w:val="00523BB5"/>
    <w:rsid w:val="00523EA7"/>
    <w:rsid w:val="005269D4"/>
    <w:rsid w:val="005406EB"/>
    <w:rsid w:val="00553375"/>
    <w:rsid w:val="00555884"/>
    <w:rsid w:val="005736B7"/>
    <w:rsid w:val="00575E5A"/>
    <w:rsid w:val="00580245"/>
    <w:rsid w:val="00582C15"/>
    <w:rsid w:val="005A1F44"/>
    <w:rsid w:val="005B7883"/>
    <w:rsid w:val="005B7C7D"/>
    <w:rsid w:val="005D168C"/>
    <w:rsid w:val="005D1FC9"/>
    <w:rsid w:val="005D3C39"/>
    <w:rsid w:val="005D5D86"/>
    <w:rsid w:val="005F3E29"/>
    <w:rsid w:val="005F752C"/>
    <w:rsid w:val="00601A8C"/>
    <w:rsid w:val="00605DD8"/>
    <w:rsid w:val="0061012B"/>
    <w:rsid w:val="0061057B"/>
    <w:rsid w:val="0061068E"/>
    <w:rsid w:val="006115D3"/>
    <w:rsid w:val="0065610E"/>
    <w:rsid w:val="00656725"/>
    <w:rsid w:val="00660AD3"/>
    <w:rsid w:val="0066468D"/>
    <w:rsid w:val="00673932"/>
    <w:rsid w:val="006776B6"/>
    <w:rsid w:val="00680727"/>
    <w:rsid w:val="00693150"/>
    <w:rsid w:val="006A5570"/>
    <w:rsid w:val="006A689C"/>
    <w:rsid w:val="006B3D79"/>
    <w:rsid w:val="006B4476"/>
    <w:rsid w:val="006B6FE4"/>
    <w:rsid w:val="006C2343"/>
    <w:rsid w:val="006C442A"/>
    <w:rsid w:val="006E0578"/>
    <w:rsid w:val="006E314D"/>
    <w:rsid w:val="006F0159"/>
    <w:rsid w:val="006F750F"/>
    <w:rsid w:val="00710723"/>
    <w:rsid w:val="00723ED1"/>
    <w:rsid w:val="00730A60"/>
    <w:rsid w:val="00736B8D"/>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6789"/>
    <w:rsid w:val="008602BD"/>
    <w:rsid w:val="00870145"/>
    <w:rsid w:val="00871FAC"/>
    <w:rsid w:val="008736AD"/>
    <w:rsid w:val="008825B2"/>
    <w:rsid w:val="008850CB"/>
    <w:rsid w:val="008A3568"/>
    <w:rsid w:val="008A3E48"/>
    <w:rsid w:val="008B01FE"/>
    <w:rsid w:val="008B0618"/>
    <w:rsid w:val="008B547E"/>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337A"/>
    <w:rsid w:val="00936091"/>
    <w:rsid w:val="00940D8A"/>
    <w:rsid w:val="0096176F"/>
    <w:rsid w:val="00962258"/>
    <w:rsid w:val="009678B7"/>
    <w:rsid w:val="009752C6"/>
    <w:rsid w:val="00992D9C"/>
    <w:rsid w:val="00994193"/>
    <w:rsid w:val="00996CB8"/>
    <w:rsid w:val="009972FB"/>
    <w:rsid w:val="009A1658"/>
    <w:rsid w:val="009B2E97"/>
    <w:rsid w:val="009B5146"/>
    <w:rsid w:val="009B641A"/>
    <w:rsid w:val="009B6654"/>
    <w:rsid w:val="009B6B4D"/>
    <w:rsid w:val="009C386C"/>
    <w:rsid w:val="009C418E"/>
    <w:rsid w:val="009C442C"/>
    <w:rsid w:val="009E07F4"/>
    <w:rsid w:val="009F0BC6"/>
    <w:rsid w:val="009F309B"/>
    <w:rsid w:val="009F392E"/>
    <w:rsid w:val="009F53C5"/>
    <w:rsid w:val="00A0740E"/>
    <w:rsid w:val="00A318A8"/>
    <w:rsid w:val="00A50641"/>
    <w:rsid w:val="00A530BF"/>
    <w:rsid w:val="00A6177B"/>
    <w:rsid w:val="00A633D0"/>
    <w:rsid w:val="00A66136"/>
    <w:rsid w:val="00A71189"/>
    <w:rsid w:val="00A71725"/>
    <w:rsid w:val="00A7364A"/>
    <w:rsid w:val="00A74DCC"/>
    <w:rsid w:val="00A753ED"/>
    <w:rsid w:val="00A77512"/>
    <w:rsid w:val="00A87B23"/>
    <w:rsid w:val="00A94C2F"/>
    <w:rsid w:val="00AA4CBB"/>
    <w:rsid w:val="00AA65FA"/>
    <w:rsid w:val="00AA7351"/>
    <w:rsid w:val="00AB4214"/>
    <w:rsid w:val="00AC482A"/>
    <w:rsid w:val="00AD056F"/>
    <w:rsid w:val="00AD0C7B"/>
    <w:rsid w:val="00AD5F1A"/>
    <w:rsid w:val="00AD6731"/>
    <w:rsid w:val="00AD7B08"/>
    <w:rsid w:val="00AE796F"/>
    <w:rsid w:val="00AF0E06"/>
    <w:rsid w:val="00B008D5"/>
    <w:rsid w:val="00B02F73"/>
    <w:rsid w:val="00B0619F"/>
    <w:rsid w:val="00B13A26"/>
    <w:rsid w:val="00B15D0D"/>
    <w:rsid w:val="00B172EC"/>
    <w:rsid w:val="00B22106"/>
    <w:rsid w:val="00B222FB"/>
    <w:rsid w:val="00B5431A"/>
    <w:rsid w:val="00B60176"/>
    <w:rsid w:val="00B75EE1"/>
    <w:rsid w:val="00B77481"/>
    <w:rsid w:val="00B8518B"/>
    <w:rsid w:val="00B97CC3"/>
    <w:rsid w:val="00BA0EBA"/>
    <w:rsid w:val="00BB1B05"/>
    <w:rsid w:val="00BC05F2"/>
    <w:rsid w:val="00BC06C4"/>
    <w:rsid w:val="00BD7E91"/>
    <w:rsid w:val="00BD7F0D"/>
    <w:rsid w:val="00BF5233"/>
    <w:rsid w:val="00BF6DA5"/>
    <w:rsid w:val="00C00793"/>
    <w:rsid w:val="00C02D0A"/>
    <w:rsid w:val="00C03A6E"/>
    <w:rsid w:val="00C10E24"/>
    <w:rsid w:val="00C226C0"/>
    <w:rsid w:val="00C33406"/>
    <w:rsid w:val="00C42FE6"/>
    <w:rsid w:val="00C44F6A"/>
    <w:rsid w:val="00C45AAF"/>
    <w:rsid w:val="00C6198E"/>
    <w:rsid w:val="00C64271"/>
    <w:rsid w:val="00C708EA"/>
    <w:rsid w:val="00C732F0"/>
    <w:rsid w:val="00C778A5"/>
    <w:rsid w:val="00C82800"/>
    <w:rsid w:val="00C95162"/>
    <w:rsid w:val="00C96E7C"/>
    <w:rsid w:val="00CA5A14"/>
    <w:rsid w:val="00CB6A37"/>
    <w:rsid w:val="00CB7684"/>
    <w:rsid w:val="00CC7C8F"/>
    <w:rsid w:val="00CD1FC4"/>
    <w:rsid w:val="00CF1410"/>
    <w:rsid w:val="00CF2351"/>
    <w:rsid w:val="00D034A0"/>
    <w:rsid w:val="00D136A2"/>
    <w:rsid w:val="00D21061"/>
    <w:rsid w:val="00D246FC"/>
    <w:rsid w:val="00D30D72"/>
    <w:rsid w:val="00D36EA0"/>
    <w:rsid w:val="00D4108E"/>
    <w:rsid w:val="00D435C3"/>
    <w:rsid w:val="00D6163D"/>
    <w:rsid w:val="00D831A3"/>
    <w:rsid w:val="00D9177C"/>
    <w:rsid w:val="00D97BE3"/>
    <w:rsid w:val="00DA3711"/>
    <w:rsid w:val="00DB4DF1"/>
    <w:rsid w:val="00DD46F3"/>
    <w:rsid w:val="00DE56F2"/>
    <w:rsid w:val="00DF116D"/>
    <w:rsid w:val="00DF14DB"/>
    <w:rsid w:val="00E06EDE"/>
    <w:rsid w:val="00E16FF7"/>
    <w:rsid w:val="00E20121"/>
    <w:rsid w:val="00E26D68"/>
    <w:rsid w:val="00E33F32"/>
    <w:rsid w:val="00E37BAF"/>
    <w:rsid w:val="00E41EEA"/>
    <w:rsid w:val="00E41FC0"/>
    <w:rsid w:val="00E44045"/>
    <w:rsid w:val="00E46253"/>
    <w:rsid w:val="00E470E8"/>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23B6"/>
    <w:rsid w:val="00F45607"/>
    <w:rsid w:val="00F4722B"/>
    <w:rsid w:val="00F54432"/>
    <w:rsid w:val="00F659EB"/>
    <w:rsid w:val="00F772A9"/>
    <w:rsid w:val="00F86BA6"/>
    <w:rsid w:val="00F93347"/>
    <w:rsid w:val="00F95772"/>
    <w:rsid w:val="00FA0FB2"/>
    <w:rsid w:val="00FB6342"/>
    <w:rsid w:val="00FC294F"/>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4C5E0E"/>
  <w14:defaultImageDpi w14:val="32767"/>
  <w15:docId w15:val="{50672C08-91DE-422C-9F25-C308D8EA9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FtextChar">
    <w:name w:val="F_text Char"/>
    <w:basedOn w:val="Standardnpsmoodstavce"/>
    <w:link w:val="Ftext"/>
    <w:locked/>
    <w:rsid w:val="00E41FC0"/>
    <w:rPr>
      <w:rFonts w:ascii="Calibri" w:eastAsia="Times New Roman" w:hAnsi="Calibri" w:cs="Times New Roman"/>
      <w:bCs/>
      <w:sz w:val="22"/>
      <w:szCs w:val="22"/>
    </w:rPr>
  </w:style>
  <w:style w:type="paragraph" w:customStyle="1" w:styleId="Ftext">
    <w:name w:val="F_text"/>
    <w:link w:val="FtextChar"/>
    <w:qFormat/>
    <w:rsid w:val="00E41FC0"/>
    <w:pPr>
      <w:spacing w:before="40" w:after="120"/>
      <w:jc w:val="both"/>
    </w:pPr>
    <w:rPr>
      <w:rFonts w:ascii="Calibri" w:eastAsia="Times New Roman" w:hAnsi="Calibri" w:cs="Times New Roman"/>
      <w:bCs/>
      <w:sz w:val="22"/>
      <w:szCs w:val="22"/>
    </w:rPr>
  </w:style>
  <w:style w:type="paragraph" w:customStyle="1" w:styleId="RLTextlnkuslovan">
    <w:name w:val="RL Text článku číslovaný"/>
    <w:basedOn w:val="Normln"/>
    <w:rsid w:val="00C82800"/>
    <w:pPr>
      <w:numPr>
        <w:ilvl w:val="1"/>
        <w:numId w:val="45"/>
      </w:numPr>
      <w:tabs>
        <w:tab w:val="clear" w:pos="2014"/>
        <w:tab w:val="num" w:pos="1304"/>
      </w:tabs>
      <w:spacing w:after="120" w:line="280" w:lineRule="exact"/>
      <w:ind w:left="1304"/>
      <w:jc w:val="both"/>
    </w:pPr>
    <w:rPr>
      <w:rFonts w:ascii="Calibri" w:eastAsia="Calibri" w:hAnsi="Calibri" w:cs="Times New Roman"/>
      <w:sz w:val="22"/>
      <w:szCs w:val="24"/>
      <w:lang w:val="x-none" w:eastAsia="x-none"/>
    </w:rPr>
  </w:style>
  <w:style w:type="paragraph" w:customStyle="1" w:styleId="RLlneksmlouvy">
    <w:name w:val="RL Článek smlouvy"/>
    <w:basedOn w:val="Normln"/>
    <w:next w:val="RLTextlnkuslovan"/>
    <w:rsid w:val="00C82800"/>
    <w:pPr>
      <w:keepNext/>
      <w:numPr>
        <w:numId w:val="45"/>
      </w:numPr>
      <w:suppressAutoHyphens/>
      <w:spacing w:before="360" w:after="120" w:line="280" w:lineRule="exact"/>
      <w:jc w:val="both"/>
      <w:outlineLvl w:val="0"/>
    </w:pPr>
    <w:rPr>
      <w:rFonts w:ascii="Calibri" w:eastAsia="Times New Roman" w:hAnsi="Calibri" w:cs="Times New Roman"/>
      <w:b/>
      <w:sz w:val="24"/>
      <w:szCs w:val="24"/>
      <w:lang w:val="x-none" w:eastAsia="x-none"/>
    </w:rPr>
  </w:style>
  <w:style w:type="paragraph" w:customStyle="1" w:styleId="OP-1">
    <w:name w:val="OP-1"/>
    <w:basedOn w:val="RLTextlnkuslovan"/>
    <w:link w:val="OP-1Char"/>
    <w:qFormat/>
    <w:rsid w:val="00C82800"/>
  </w:style>
  <w:style w:type="paragraph" w:customStyle="1" w:styleId="OP-2">
    <w:name w:val="OP-2"/>
    <w:basedOn w:val="RLTextlnkuslovan"/>
    <w:qFormat/>
    <w:rsid w:val="00C82800"/>
    <w:pPr>
      <w:numPr>
        <w:ilvl w:val="2"/>
      </w:numPr>
    </w:pPr>
  </w:style>
  <w:style w:type="character" w:customStyle="1" w:styleId="OP-1Char">
    <w:name w:val="OP-1 Char"/>
    <w:basedOn w:val="Standardnpsmoodstavce"/>
    <w:link w:val="OP-1"/>
    <w:rsid w:val="00C82800"/>
    <w:rPr>
      <w:rFonts w:ascii="Calibri" w:eastAsia="Calibri" w:hAnsi="Calibri" w:cs="Times New Roman"/>
      <w:sz w:val="22"/>
      <w:szCs w:val="24"/>
      <w:lang w:val="x-none" w:eastAsia="x-none"/>
    </w:rPr>
  </w:style>
  <w:style w:type="paragraph" w:customStyle="1" w:styleId="OP-3">
    <w:name w:val="OP-3"/>
    <w:basedOn w:val="RLTextlnkuslovan"/>
    <w:qFormat/>
    <w:rsid w:val="00C82800"/>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87452">
      <w:bodyDiv w:val="1"/>
      <w:marLeft w:val="0"/>
      <w:marRight w:val="0"/>
      <w:marTop w:val="0"/>
      <w:marBottom w:val="0"/>
      <w:divBdr>
        <w:top w:val="none" w:sz="0" w:space="0" w:color="auto"/>
        <w:left w:val="none" w:sz="0" w:space="0" w:color="auto"/>
        <w:bottom w:val="none" w:sz="0" w:space="0" w:color="auto"/>
        <w:right w:val="none" w:sz="0" w:space="0" w:color="auto"/>
      </w:divBdr>
    </w:div>
    <w:div w:id="967585724">
      <w:bodyDiv w:val="1"/>
      <w:marLeft w:val="0"/>
      <w:marRight w:val="0"/>
      <w:marTop w:val="0"/>
      <w:marBottom w:val="0"/>
      <w:divBdr>
        <w:top w:val="none" w:sz="0" w:space="0" w:color="auto"/>
        <w:left w:val="none" w:sz="0" w:space="0" w:color="auto"/>
        <w:bottom w:val="none" w:sz="0" w:space="0" w:color="auto"/>
        <w:right w:val="none" w:sz="0" w:space="0" w:color="auto"/>
      </w:divBdr>
    </w:div>
    <w:div w:id="1304851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ichtr@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david@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osna@szd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file:///\\SZDC000PHANT041\dokumenty\OI\Vzorov&#225;%20ZD\R%20-%20Zhotoven&#237;%20stavby\R_Zhotoven&#237;_stavby_FIDIC_(nadlimitn&#237;)\R-FIDIC_OPD2\www.sfdi.cz\poskytovani-informaci\metodiky\"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fdi.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92C52"/>
    <w:rsid w:val="00113B62"/>
    <w:rsid w:val="001C31D8"/>
    <w:rsid w:val="00244589"/>
    <w:rsid w:val="003F553A"/>
    <w:rsid w:val="00415EFB"/>
    <w:rsid w:val="004D3972"/>
    <w:rsid w:val="005577AA"/>
    <w:rsid w:val="005D292F"/>
    <w:rsid w:val="006013D2"/>
    <w:rsid w:val="0060601F"/>
    <w:rsid w:val="00750732"/>
    <w:rsid w:val="007A0A06"/>
    <w:rsid w:val="007A3A51"/>
    <w:rsid w:val="00903BD4"/>
    <w:rsid w:val="00961D69"/>
    <w:rsid w:val="00BC6790"/>
    <w:rsid w:val="00C60C5E"/>
    <w:rsid w:val="00CF29AD"/>
    <w:rsid w:val="00D11968"/>
    <w:rsid w:val="00D3513F"/>
    <w:rsid w:val="00E15339"/>
    <w:rsid w:val="00E30C78"/>
    <w:rsid w:val="00E82225"/>
    <w:rsid w:val="00F16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88F9119-7F44-4127-A783-413B50DC9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8</Pages>
  <Words>2834</Words>
  <Characters>16723</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19518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3</cp:revision>
  <cp:lastPrinted>2019-07-24T06:01:00Z</cp:lastPrinted>
  <dcterms:created xsi:type="dcterms:W3CDTF">2020-02-07T07:07:00Z</dcterms:created>
  <dcterms:modified xsi:type="dcterms:W3CDTF">2020-02-07T07:08:00Z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